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A0561" w14:textId="7CC3FB97" w:rsidR="00593ECC" w:rsidRPr="00593ECC" w:rsidRDefault="004F6829" w:rsidP="00896E9D">
      <w:pPr>
        <w:pStyle w:val="Heading1"/>
        <w:rPr>
          <w:sz w:val="32"/>
        </w:rPr>
      </w:pPr>
      <w:r>
        <w:rPr>
          <w:sz w:val="32"/>
        </w:rPr>
        <w:t>11/15/1981</w:t>
      </w:r>
    </w:p>
    <w:p w14:paraId="357D3833" w14:textId="77777777" w:rsidR="00593ECC" w:rsidRPr="00593ECC" w:rsidRDefault="00593ECC" w:rsidP="00896E9D">
      <w:pPr>
        <w:pStyle w:val="Heading1"/>
        <w:rPr>
          <w:sz w:val="36"/>
        </w:rPr>
      </w:pPr>
      <w:r w:rsidRPr="00593ECC">
        <w:rPr>
          <w:sz w:val="36"/>
        </w:rPr>
        <w:t>IWDM Study Library</w:t>
      </w:r>
    </w:p>
    <w:p w14:paraId="1FE1CDD4" w14:textId="289D0B26" w:rsidR="003345CC" w:rsidRPr="00896E9D" w:rsidRDefault="00E002CB" w:rsidP="00896E9D">
      <w:pPr>
        <w:pStyle w:val="Heading1"/>
        <w:spacing w:before="360" w:after="120"/>
        <w:contextualSpacing w:val="0"/>
        <w:rPr>
          <w:sz w:val="24"/>
        </w:rPr>
      </w:pPr>
      <w:r>
        <w:rPr>
          <w:sz w:val="44"/>
        </w:rPr>
        <w:t>T</w:t>
      </w:r>
      <w:r w:rsidR="004F6829">
        <w:rPr>
          <w:sz w:val="44"/>
        </w:rPr>
        <w:t>he Meaning of the Sabbath</w:t>
      </w:r>
      <w:r w:rsidR="00BD4376" w:rsidRPr="007E7A5E">
        <w:br/>
      </w:r>
    </w:p>
    <w:p w14:paraId="34A1F490" w14:textId="77777777" w:rsidR="003345CC" w:rsidRPr="007E7A5E" w:rsidRDefault="003345CC" w:rsidP="00896E9D">
      <w:pPr>
        <w:pStyle w:val="Heading3"/>
      </w:pPr>
      <w:r w:rsidRPr="007E7A5E">
        <w:t>By Imam W. Deen Mohammed</w:t>
      </w:r>
    </w:p>
    <w:p w14:paraId="7656DFFE" w14:textId="77777777" w:rsidR="004F6829" w:rsidRDefault="004F6829" w:rsidP="004F6829">
      <w:r>
        <w:t xml:space="preserve">0:00:00.0 Imam W. Deen Mohammed: Our talk is on the meaning of the term Sabbath. So let us first begin with things that I think should be </w:t>
      </w:r>
      <w:proofErr w:type="gramStart"/>
      <w:r>
        <w:t>pretty obvious</w:t>
      </w:r>
      <w:proofErr w:type="gramEnd"/>
      <w:r>
        <w:t xml:space="preserve">, and then we'll proceed to things that are perhaps not so obvious. First, we understand Sabbath as an idea for preserving the culture, the culture. And in the western society, Sunday is the main day for attending that need in society, we need to preserve the culture. Religion has served as the protector of the culture, and in the western society church has performed the main task of protecting the culture. When society drifts away from the cultural concerns, then we expect that the church in a western society would not drift </w:t>
      </w:r>
      <w:proofErr w:type="gramStart"/>
      <w:r>
        <w:t>away, but</w:t>
      </w:r>
      <w:proofErr w:type="gramEnd"/>
      <w:r>
        <w:t xml:space="preserve"> would keep those concerns and be faithful to those concerns.</w:t>
      </w:r>
    </w:p>
    <w:p w14:paraId="7CA7FABA" w14:textId="77777777" w:rsidR="004F6829" w:rsidRDefault="004F6829" w:rsidP="004F6829">
      <w:r>
        <w:t xml:space="preserve">The Jews, they have their Sabbath, and the Christians have their Sabbath. There are some Christians who observe Saturday, but most of them observe Sunday, Sunday as the day for this particular concern </w:t>
      </w:r>
      <w:proofErr w:type="gramStart"/>
      <w:r>
        <w:t>we're</w:t>
      </w:r>
      <w:proofErr w:type="gramEnd"/>
      <w:r>
        <w:t xml:space="preserve"> talking about right now. Often it is said that Muslim Sabbath is on a Friday, </w:t>
      </w:r>
      <w:proofErr w:type="gramStart"/>
      <w:r>
        <w:t>that's</w:t>
      </w:r>
      <w:proofErr w:type="gramEnd"/>
      <w:r>
        <w:t xml:space="preserve"> incorrect. Muslims, we have no Sabbath. We have no Sabbath. Every day is </w:t>
      </w:r>
      <w:proofErr w:type="spellStart"/>
      <w:r>
        <w:t>clean up</w:t>
      </w:r>
      <w:proofErr w:type="spellEnd"/>
      <w:r>
        <w:t xml:space="preserve"> day for us. So that should be understood at the outset, so no Muslim will have the wrong idea concerning his own religion. Sabbath is not a term for us, </w:t>
      </w:r>
      <w:proofErr w:type="gramStart"/>
      <w:r>
        <w:t>it's</w:t>
      </w:r>
      <w:proofErr w:type="gramEnd"/>
      <w:r>
        <w:t xml:space="preserve"> for Christians and Jews.</w:t>
      </w:r>
    </w:p>
    <w:p w14:paraId="6FEF7493" w14:textId="77777777" w:rsidR="004F6829" w:rsidRDefault="004F6829" w:rsidP="004F6829">
      <w:r>
        <w:t xml:space="preserve">The definition of culture now. Culture, its definition tells us a lot. And good dictionaries give you lengthy definitions of the word culture, so we are not going into all the lengthy definitions, but we just hope to go to the main meaning. Webster's Imperial Dictionary Complete revision, </w:t>
      </w:r>
      <w:proofErr w:type="gramStart"/>
      <w:r>
        <w:t>a very old</w:t>
      </w:r>
      <w:proofErr w:type="gramEnd"/>
      <w:r>
        <w:t xml:space="preserve"> dictionary. I </w:t>
      </w:r>
      <w:proofErr w:type="gramStart"/>
      <w:r>
        <w:t>don't</w:t>
      </w:r>
      <w:proofErr w:type="gramEnd"/>
      <w:r>
        <w:t xml:space="preserve"> know the date of the revised printing, but the Imperial Dictionary itself dates back to 1905, I believe, 1905. And the first entry that is given, it says, and I quote the dictionary, "The act or process of tilling and preparing the earth for crops cultivation." </w:t>
      </w:r>
      <w:proofErr w:type="gramStart"/>
      <w:r>
        <w:t>So</w:t>
      </w:r>
      <w:proofErr w:type="gramEnd"/>
      <w:r>
        <w:t xml:space="preserve"> this is the first meaning of the word culture. The second entry says to improve, to correct, to refine, man's physical or mental condition. So then, it should be </w:t>
      </w:r>
      <w:proofErr w:type="gramStart"/>
      <w:r>
        <w:t>pretty clear</w:t>
      </w:r>
      <w:proofErr w:type="gramEnd"/>
      <w:r>
        <w:t xml:space="preserve"> to us what the depiction of Jesus in the Bible as a gardener means.</w:t>
      </w:r>
    </w:p>
    <w:p w14:paraId="61684CCF" w14:textId="77777777" w:rsidR="004F6829" w:rsidRDefault="004F6829" w:rsidP="004F6829">
      <w:r>
        <w:t xml:space="preserve">The Bible pictures Jesus after his death, according to the Bible, as a gardener. </w:t>
      </w:r>
      <w:proofErr w:type="gramStart"/>
      <w:r>
        <w:t>So</w:t>
      </w:r>
      <w:proofErr w:type="gramEnd"/>
      <w:r>
        <w:t xml:space="preserve"> then we should understand the meaning now, since the cultivation of the soil means preparing it, tilling it, and preparing it to grow crops, to feed human needs. And the same word, same word, means to improve, to correct, to refine man's physical or mental condition. </w:t>
      </w:r>
      <w:proofErr w:type="gramStart"/>
      <w:r>
        <w:t>So</w:t>
      </w:r>
      <w:proofErr w:type="gramEnd"/>
      <w:r>
        <w:t xml:space="preserve"> from the idea of tilling the ground to bring dead seeds from dead seeds to living, growing things that bear fruit and produce and things necessary for man's livelihood and progress, we apply that... We should apply that to </w:t>
      </w:r>
      <w:r>
        <w:lastRenderedPageBreak/>
        <w:t xml:space="preserve">the mental now needs of the human being and understand that that relates, in Scripture, that relates to our mental needs, the need to cultivate our minds, to prepare our minds, to cultivate our minds, to correct our self-destructive thinking, to correct our </w:t>
      </w:r>
      <w:proofErr w:type="gramStart"/>
      <w:r>
        <w:t>morally-diseased</w:t>
      </w:r>
      <w:proofErr w:type="gramEnd"/>
      <w:r>
        <w:t xml:space="preserve"> thinking, to bring us into the growth that G-d has intended for us. </w:t>
      </w:r>
      <w:proofErr w:type="gramStart"/>
      <w:r>
        <w:t>So</w:t>
      </w:r>
      <w:proofErr w:type="gramEnd"/>
      <w:r>
        <w:t xml:space="preserve"> this is a cultivation, to do the ground work, to do the ground work.</w:t>
      </w:r>
    </w:p>
    <w:p w14:paraId="3064EEC6" w14:textId="77777777" w:rsidR="004F6829" w:rsidRDefault="004F6829" w:rsidP="004F6829">
      <w:r>
        <w:t>[pause]</w:t>
      </w:r>
    </w:p>
    <w:p w14:paraId="5D6F5053" w14:textId="77777777" w:rsidR="004F6829" w:rsidRDefault="004F6829" w:rsidP="004F6829">
      <w:proofErr w:type="spellStart"/>
      <w:r>
        <w:t>ulture</w:t>
      </w:r>
      <w:proofErr w:type="spellEnd"/>
      <w:r>
        <w:t xml:space="preserve"> in this broad sense takes in practically everything that relates to man's higher aspirations. Includes the principles by which he </w:t>
      </w:r>
      <w:proofErr w:type="gramStart"/>
      <w:r>
        <w:t>live</w:t>
      </w:r>
      <w:proofErr w:type="gramEnd"/>
      <w:r>
        <w:t xml:space="preserve"> or conduct himself, for refinement, for excellence. It also includes the fashions, the styles, that are set to help keep him in the right frame of mind. And it includes the institutions. </w:t>
      </w:r>
      <w:proofErr w:type="gramStart"/>
      <w:r>
        <w:t>So</w:t>
      </w:r>
      <w:proofErr w:type="gramEnd"/>
      <w:r>
        <w:t xml:space="preserve"> we have principles, fashions, and institutions all under the term culture. The institutions are structured upon the principles, and the fashions reflect the disciplines. When institutions go bad, fashions go bad, and we have nothing to fall back on, but principles. And when principles are lost, then we just wait for the mercy of G-d.</w:t>
      </w:r>
    </w:p>
    <w:p w14:paraId="70CA9EA1" w14:textId="77777777" w:rsidR="004F6829" w:rsidRDefault="004F6829" w:rsidP="004F6829">
      <w:r>
        <w:t xml:space="preserve">Yes. </w:t>
      </w:r>
      <w:proofErr w:type="gramStart"/>
      <w:r>
        <w:t>So</w:t>
      </w:r>
      <w:proofErr w:type="gramEnd"/>
      <w:r>
        <w:t xml:space="preserve"> we may say that principles are basic in the cultural growth of a society. They are fundamental. Principles are basic. Institutions are the elaborate expression of those principles. Our institutions of learning, and then the institutions that represent the cultural expressions in the form of art. Music, art, artwork, all of this is culture, dance. For the poor people... I mean, poor in terms of cultural development. For the poor people, the strongest presence or evidence of culture in their lives is popular music. Popular music. It sets them to the cultural pattern. They are not directly influenced by the institutions, and except for a few who follow the principles of the church or religion, they are not set to the principles of culture. They are set to the tempo, through the music. And by the way, Jesus said, "Destroy this tempo (temple)."</w:t>
      </w:r>
    </w:p>
    <w:p w14:paraId="00EF53C3" w14:textId="77777777" w:rsidR="004F6829" w:rsidRDefault="004F6829" w:rsidP="004F6829">
      <w:r>
        <w:t>[background conversation]</w:t>
      </w:r>
    </w:p>
    <w:p w14:paraId="08FE5976" w14:textId="77777777" w:rsidR="004F6829" w:rsidRDefault="004F6829" w:rsidP="004F6829">
      <w:r>
        <w:t>[laughter]</w:t>
      </w:r>
    </w:p>
    <w:p w14:paraId="343B521C" w14:textId="77777777" w:rsidR="004F6829" w:rsidRDefault="004F6829" w:rsidP="004F6829">
      <w:r>
        <w:t xml:space="preserve">0:12:38.6 IWDM: Had too much tempo (temple), not enough sense. </w:t>
      </w:r>
      <w:proofErr w:type="gramStart"/>
      <w:r>
        <w:t>You</w:t>
      </w:r>
      <w:proofErr w:type="gramEnd"/>
      <w:r>
        <w:t xml:space="preserve"> see? And the symbol for the conscience in culture, respecting the poor, culturally poor is the foot. </w:t>
      </w:r>
      <w:proofErr w:type="spellStart"/>
      <w:r>
        <w:t>'Cause</w:t>
      </w:r>
      <w:proofErr w:type="spellEnd"/>
      <w:r>
        <w:t xml:space="preserve"> when the music </w:t>
      </w:r>
      <w:proofErr w:type="gramStart"/>
      <w:r>
        <w:t>get</w:t>
      </w:r>
      <w:proofErr w:type="gramEnd"/>
      <w:r>
        <w:t xml:space="preserve"> us the first thing starting, first thing sense it is the foot. </w:t>
      </w:r>
      <w:proofErr w:type="gramStart"/>
      <w:r>
        <w:t>So</w:t>
      </w:r>
      <w:proofErr w:type="gramEnd"/>
      <w:r>
        <w:t xml:space="preserve"> let's go to the blackboard now here. I </w:t>
      </w:r>
      <w:proofErr w:type="gramStart"/>
      <w:r>
        <w:t>don't</w:t>
      </w:r>
      <w:proofErr w:type="gramEnd"/>
      <w:r>
        <w:t xml:space="preserve"> know what you came for, I came for business.</w:t>
      </w:r>
    </w:p>
    <w:p w14:paraId="731B8EA8" w14:textId="77777777" w:rsidR="004F6829" w:rsidRDefault="004F6829" w:rsidP="004F6829">
      <w:r>
        <w:t>[background conversation]</w:t>
      </w:r>
    </w:p>
    <w:p w14:paraId="4C5CEF14" w14:textId="77777777" w:rsidR="004F6829" w:rsidRDefault="004F6829" w:rsidP="004F6829">
      <w:r>
        <w:t>[laughter] Maybe you just came to see me.</w:t>
      </w:r>
    </w:p>
    <w:p w14:paraId="2DF1BF49" w14:textId="77777777" w:rsidR="004F6829" w:rsidRDefault="004F6829" w:rsidP="004F6829">
      <w:r>
        <w:t>[laughter]</w:t>
      </w:r>
    </w:p>
    <w:p w14:paraId="05795788" w14:textId="77777777" w:rsidR="004F6829" w:rsidRDefault="004F6829" w:rsidP="004F6829">
      <w:r>
        <w:lastRenderedPageBreak/>
        <w:t xml:space="preserve">I came for business. </w:t>
      </w:r>
      <w:proofErr w:type="gramStart"/>
      <w:r>
        <w:t>So</w:t>
      </w:r>
      <w:proofErr w:type="gramEnd"/>
      <w:r>
        <w:t xml:space="preserve"> let's see, not such a good artist here, but trying to draw a foot. That looks almost like a foot. Now, they call this part the A-R-C-H, the arch, and they call this part the H-E-E-L, the heel, and they call this part toes. Now what has this got to do with the Sabbath? Well, we hope to find out. This is called the heel, and the heel has a round bone. And this is the arch, and it has an arch bone, right? Yes. And these are called the toes, </w:t>
      </w:r>
      <w:proofErr w:type="gramStart"/>
      <w:r>
        <w:t>they're</w:t>
      </w:r>
      <w:proofErr w:type="gramEnd"/>
      <w:r>
        <w:t xml:space="preserve"> pretty straight bones connected. The heel </w:t>
      </w:r>
      <w:proofErr w:type="gramStart"/>
      <w:r>
        <w:t>shouldn't</w:t>
      </w:r>
      <w:proofErr w:type="gramEnd"/>
      <w:r>
        <w:t xml:space="preserve"> be coming out that much. I wanted you to know that it is a heel, but I </w:t>
      </w:r>
      <w:proofErr w:type="gramStart"/>
      <w:r>
        <w:t>didn't</w:t>
      </w:r>
      <w:proofErr w:type="gramEnd"/>
      <w:r>
        <w:t xml:space="preserve"> want it to come out that much. [laughter] Alright. </w:t>
      </w:r>
      <w:proofErr w:type="gramStart"/>
      <w:r>
        <w:t>Let's</w:t>
      </w:r>
      <w:proofErr w:type="gramEnd"/>
      <w:r>
        <w:t xml:space="preserve"> see can we get another meaning out of this. Now we say it, hill, H-I-L-L. Now, </w:t>
      </w:r>
      <w:proofErr w:type="gramStart"/>
      <w:r>
        <w:t>let's</w:t>
      </w:r>
      <w:proofErr w:type="gramEnd"/>
      <w:r>
        <w:t xml:space="preserve"> see we can get the other one, H-E-A-L. Now, all of </w:t>
      </w:r>
      <w:proofErr w:type="gramStart"/>
      <w:r>
        <w:t>those pronounced heel</w:t>
      </w:r>
      <w:proofErr w:type="gramEnd"/>
      <w:r>
        <w:t xml:space="preserve">, right? H-E-E-L, heel. H-I-L-L, hill. H-E-A-L, heal. Heel, hill, heal. Hell, hell, hell. </w:t>
      </w:r>
      <w:proofErr w:type="gramStart"/>
      <w:r>
        <w:t>Well</w:t>
      </w:r>
      <w:proofErr w:type="gramEnd"/>
      <w:r>
        <w:t xml:space="preserve"> it doesn't have to be hell if you knew how to balance yourself on your heels.</w:t>
      </w:r>
    </w:p>
    <w:p w14:paraId="2C1826D7" w14:textId="77777777" w:rsidR="004F6829" w:rsidRDefault="004F6829" w:rsidP="004F6829">
      <w:r>
        <w:t xml:space="preserve">And this is called arch. An arch is also closely related to another word called, ark. A-R-K, right? Yes. They both are </w:t>
      </w:r>
      <w:proofErr w:type="gramStart"/>
      <w:r>
        <w:t>related,</w:t>
      </w:r>
      <w:proofErr w:type="gramEnd"/>
      <w:r>
        <w:t xml:space="preserve"> they mean a curve. You see. </w:t>
      </w:r>
      <w:proofErr w:type="gramStart"/>
      <w:r>
        <w:t>So</w:t>
      </w:r>
      <w:proofErr w:type="gramEnd"/>
      <w:r>
        <w:t xml:space="preserve"> this is </w:t>
      </w:r>
      <w:proofErr w:type="spellStart"/>
      <w:r>
        <w:t>a</w:t>
      </w:r>
      <w:proofErr w:type="spellEnd"/>
      <w:r>
        <w:t xml:space="preserve"> arch, ark. And we are told that the world was saved by an ark, that Noah was instructed to build a boat, and the boat was the rescue for the people that was threatened by a world flood and the ark was supposed to have save them. Right?</w:t>
      </w:r>
    </w:p>
    <w:p w14:paraId="76DDE6CF" w14:textId="77777777" w:rsidR="004F6829" w:rsidRDefault="004F6829" w:rsidP="004F6829">
      <w:r>
        <w:t xml:space="preserve">So maybe you were here for the first time you </w:t>
      </w:r>
      <w:proofErr w:type="spellStart"/>
      <w:r>
        <w:t>wanna</w:t>
      </w:r>
      <w:proofErr w:type="spellEnd"/>
      <w:r>
        <w:t xml:space="preserve"> know where that ark was? That ark was the arch. He was told to bring animals on, of every kind. None of them were left out. Male and female. </w:t>
      </w:r>
      <w:proofErr w:type="gramStart"/>
      <w:r>
        <w:t>It's</w:t>
      </w:r>
      <w:proofErr w:type="gramEnd"/>
      <w:r>
        <w:t xml:space="preserve"> talking about sensitivity. The key to saving the people was to appeal to their sensitivities, </w:t>
      </w:r>
      <w:proofErr w:type="gramStart"/>
      <w:r>
        <w:t>that's</w:t>
      </w:r>
      <w:proofErr w:type="gramEnd"/>
      <w:r>
        <w:t xml:space="preserve"> how they were saved. And sensitivities work between people and people. You feel my sensitivities, I feel your sensitivities. </w:t>
      </w:r>
      <w:proofErr w:type="gramStart"/>
      <w:r>
        <w:t>So</w:t>
      </w:r>
      <w:proofErr w:type="gramEnd"/>
      <w:r>
        <w:t xml:space="preserve"> it was very much like the New Testament doctrine of love. Love everybody. That is an appeal to the sensitivities of the people. Love everybody. And the doctrine of love appeals to everybody. You might miss some people if you come with the disciplines of your </w:t>
      </w:r>
      <w:proofErr w:type="gramStart"/>
      <w:r>
        <w:t>particular religion</w:t>
      </w:r>
      <w:proofErr w:type="gramEnd"/>
      <w:r>
        <w:t xml:space="preserve">, you might miss some people, some people might not be that responsive to your particular philosophy. But everybody is responsive to love. The </w:t>
      </w:r>
      <w:proofErr w:type="gramStart"/>
      <w:r>
        <w:t>business people</w:t>
      </w:r>
      <w:proofErr w:type="gramEnd"/>
      <w:r>
        <w:t xml:space="preserve">, everybody is responsibility to love... </w:t>
      </w:r>
      <w:proofErr w:type="gramStart"/>
      <w:r>
        <w:t>They're</w:t>
      </w:r>
      <w:proofErr w:type="gramEnd"/>
      <w:r>
        <w:t xml:space="preserve"> responsive, pardon me, to love.</w:t>
      </w:r>
    </w:p>
    <w:p w14:paraId="42C03519" w14:textId="77777777" w:rsidR="004F6829" w:rsidRDefault="004F6829" w:rsidP="004F6829">
      <w:proofErr w:type="gramStart"/>
      <w:r>
        <w:t>So</w:t>
      </w:r>
      <w:proofErr w:type="gramEnd"/>
      <w:r>
        <w:t xml:space="preserve"> this is a sensitivity and the strongest sensitivity we have. </w:t>
      </w:r>
      <w:proofErr w:type="gramStart"/>
      <w:r>
        <w:t>It's</w:t>
      </w:r>
      <w:proofErr w:type="gramEnd"/>
      <w:r>
        <w:t xml:space="preserve"> the emotions of love and hate. </w:t>
      </w:r>
      <w:proofErr w:type="gramStart"/>
      <w:r>
        <w:t>So</w:t>
      </w:r>
      <w:proofErr w:type="gramEnd"/>
      <w:r>
        <w:t xml:space="preserve"> the ark that saved them was that appeal to their sensitivities. Love, love and the scripture </w:t>
      </w:r>
      <w:proofErr w:type="gramStart"/>
      <w:r>
        <w:t>says</w:t>
      </w:r>
      <w:proofErr w:type="gramEnd"/>
      <w:r>
        <w:t xml:space="preserve">, "As it was in the beginning, so shall it be in the end." </w:t>
      </w:r>
      <w:proofErr w:type="gramStart"/>
      <w:r>
        <w:t>So</w:t>
      </w:r>
      <w:proofErr w:type="gramEnd"/>
      <w:r>
        <w:t xml:space="preserve"> the New Testament comes right back with the same philosophy, love, love, appealing to the sensitivities. If sensitivities </w:t>
      </w:r>
      <w:proofErr w:type="gramStart"/>
      <w:r>
        <w:t>was</w:t>
      </w:r>
      <w:proofErr w:type="gramEnd"/>
      <w:r>
        <w:t xml:space="preserve"> the key for saving them, then what were they being destroyed by? Sensitivities, [chuckle] sensitivities. </w:t>
      </w:r>
      <w:proofErr w:type="gramStart"/>
      <w:r>
        <w:t>That's</w:t>
      </w:r>
      <w:proofErr w:type="gramEnd"/>
      <w:r>
        <w:t xml:space="preserve"> the thing that was destroying them, sensitivities. But their sensitivities had gone astray from the path of sensible intelligent life. And the prophet had to call them back to their sensitivities, not to their intelligence, to their sensitivities. Society gets in such a bad shape, mentally, that you </w:t>
      </w:r>
      <w:proofErr w:type="gramStart"/>
      <w:r>
        <w:t>can't</w:t>
      </w:r>
      <w:proofErr w:type="gramEnd"/>
      <w:r>
        <w:t xml:space="preserve"> appeal to their intelligence, there is nothing there to appeal to, so you appeal to their sensitivities just like you would a baby or an animal. You fish in the sensitivities of the people and </w:t>
      </w:r>
      <w:r>
        <w:lastRenderedPageBreak/>
        <w:t>use the strongest bait, and love is a strong bait. The Lord loves you. Sinners, the Lord loves you. Strong bait, isn't it?</w:t>
      </w:r>
    </w:p>
    <w:p w14:paraId="4150AA3A" w14:textId="77777777" w:rsidR="004F6829" w:rsidRDefault="004F6829" w:rsidP="004F6829">
      <w:r>
        <w:t>You know human, the rabbi, and the monk, and the priest, and all of them had been looking down on you, and snubbing their nose at you, and blowing their nose on you, and spitting at you, calling you a nasty lowlife skunk and everything, and then here come a man saying, "Sinners, the Lord loves you."</w:t>
      </w:r>
    </w:p>
    <w:p w14:paraId="4F50C416" w14:textId="77777777" w:rsidR="004F6829" w:rsidRDefault="004F6829" w:rsidP="004F6829">
      <w:r>
        <w:t>[laughter]</w:t>
      </w:r>
    </w:p>
    <w:p w14:paraId="774A41B2" w14:textId="77777777" w:rsidR="004F6829" w:rsidRDefault="004F6829" w:rsidP="004F6829">
      <w:r>
        <w:t xml:space="preserve">Pretty strong bait. Yes, well, that was the arch that saved the world in Noah's times. Why is the foot used? Why is this part of the foot used as a symbol to connect us with that meaning? Because for most people that arch is the most sensitive part of your foot, </w:t>
      </w:r>
      <w:proofErr w:type="gramStart"/>
      <w:r>
        <w:t>it's</w:t>
      </w:r>
      <w:proofErr w:type="gramEnd"/>
      <w:r>
        <w:t xml:space="preserve"> the most sensitive part of your foot. Now, there are the exceptions, some people </w:t>
      </w:r>
      <w:proofErr w:type="gramStart"/>
      <w:r>
        <w:t>can't</w:t>
      </w:r>
      <w:proofErr w:type="gramEnd"/>
      <w:r>
        <w:t xml:space="preserve"> be moved no matter where you touch them. Yeah, so the arch is the most sensitive part of your foot. But look how the wise in religion pick symbols that carry such great precious meaning. You all doing alright?</w:t>
      </w:r>
    </w:p>
    <w:p w14:paraId="56557C39" w14:textId="77777777" w:rsidR="004F6829" w:rsidRDefault="004F6829" w:rsidP="004F6829">
      <w:r>
        <w:t xml:space="preserve">Alright, I hope so. The arch of the foot is raised. </w:t>
      </w:r>
      <w:proofErr w:type="gramStart"/>
      <w:r>
        <w:t>I'm</w:t>
      </w:r>
      <w:proofErr w:type="gramEnd"/>
      <w:r>
        <w:t xml:space="preserve"> exaggerating it so we can get the point better. The arch of the foot is raised. They </w:t>
      </w:r>
      <w:proofErr w:type="gramStart"/>
      <w:r>
        <w:t>can't</w:t>
      </w:r>
      <w:proofErr w:type="gramEnd"/>
      <w:r>
        <w:t xml:space="preserve"> see back there, maybe I just put it up here. </w:t>
      </w:r>
      <w:proofErr w:type="gramStart"/>
      <w:r>
        <w:t>It's</w:t>
      </w:r>
      <w:proofErr w:type="gramEnd"/>
      <w:r>
        <w:t xml:space="preserve"> raised. The heavens </w:t>
      </w:r>
      <w:proofErr w:type="gramStart"/>
      <w:r>
        <w:t>is</w:t>
      </w:r>
      <w:proofErr w:type="gramEnd"/>
      <w:r>
        <w:t xml:space="preserve"> raised too, right? The sky seemed to be arched, seems to be a great umbrella. Now, we know </w:t>
      </w:r>
      <w:proofErr w:type="gramStart"/>
      <w:r>
        <w:t>it's</w:t>
      </w:r>
      <w:proofErr w:type="gramEnd"/>
      <w:r>
        <w:t xml:space="preserve"> not really shaped like that, but our vision gives us that image, right? Gives us a round image of the sky, an arch, </w:t>
      </w:r>
      <w:proofErr w:type="gramStart"/>
      <w:r>
        <w:t>more round</w:t>
      </w:r>
      <w:proofErr w:type="gramEnd"/>
      <w:r>
        <w:t xml:space="preserve"> than that. </w:t>
      </w:r>
      <w:proofErr w:type="gramStart"/>
      <w:r>
        <w:t>So</w:t>
      </w:r>
      <w:proofErr w:type="gramEnd"/>
      <w:r>
        <w:t xml:space="preserve"> the arch is a raise thing, and under the arch of the foot is the ground. And the ground is called the Earth. E-A-R... E-A-R... Well, </w:t>
      </w:r>
      <w:proofErr w:type="gramStart"/>
      <w:r>
        <w:t>I'm</w:t>
      </w:r>
      <w:proofErr w:type="gramEnd"/>
      <w:r>
        <w:t xml:space="preserve"> trying to fix it so you can see it, but we can't... E-A-R-T-H. Called Earth. And what does Earth </w:t>
      </w:r>
      <w:proofErr w:type="gramStart"/>
      <w:r>
        <w:t>means</w:t>
      </w:r>
      <w:proofErr w:type="gramEnd"/>
      <w:r>
        <w:t>?</w:t>
      </w:r>
    </w:p>
    <w:p w14:paraId="0CADCB64" w14:textId="77777777" w:rsidR="004F6829" w:rsidRDefault="004F6829" w:rsidP="004F6829">
      <w:r>
        <w:t xml:space="preserve">Yes, </w:t>
      </w:r>
      <w:proofErr w:type="gramStart"/>
      <w:r>
        <w:t>it's</w:t>
      </w:r>
      <w:proofErr w:type="gramEnd"/>
      <w:r>
        <w:t xml:space="preserve"> conscience, </w:t>
      </w:r>
      <w:proofErr w:type="spellStart"/>
      <w:r>
        <w:t>alright,'cause</w:t>
      </w:r>
      <w:proofErr w:type="spellEnd"/>
      <w:r>
        <w:t xml:space="preserve"> if you </w:t>
      </w:r>
      <w:proofErr w:type="spellStart"/>
      <w:r>
        <w:t>ain't</w:t>
      </w:r>
      <w:proofErr w:type="spellEnd"/>
      <w:r>
        <w:t xml:space="preserve"> wanting nothing, you </w:t>
      </w:r>
      <w:proofErr w:type="spellStart"/>
      <w:r>
        <w:t>ain't</w:t>
      </w:r>
      <w:proofErr w:type="spellEnd"/>
      <w:r>
        <w:t xml:space="preserve"> got no conscience. [chuckle] So it is conscience. The Earth is appetite. Appetite. Yes, the Earth wants to eat, and if it gets some seeds and a little rain, a little sunshine, it </w:t>
      </w:r>
      <w:proofErr w:type="gramStart"/>
      <w:r>
        <w:t>won't</w:t>
      </w:r>
      <w:proofErr w:type="gramEnd"/>
      <w:r>
        <w:t xml:space="preserve"> only eat, it'll give you some food.</w:t>
      </w:r>
    </w:p>
    <w:p w14:paraId="497EDB63" w14:textId="77777777" w:rsidR="004F6829" w:rsidRDefault="004F6829" w:rsidP="004F6829">
      <w:proofErr w:type="gramStart"/>
      <w:r>
        <w:t>So</w:t>
      </w:r>
      <w:proofErr w:type="gramEnd"/>
      <w:r>
        <w:t xml:space="preserve"> the Earth wants to eat, it's appetite. In Arabic, the word is </w:t>
      </w:r>
      <w:proofErr w:type="spellStart"/>
      <w:r>
        <w:t>araad</w:t>
      </w:r>
      <w:proofErr w:type="spellEnd"/>
      <w:r>
        <w:t>.</w:t>
      </w:r>
    </w:p>
    <w:p w14:paraId="500D5E10" w14:textId="77777777" w:rsidR="004F6829" w:rsidRDefault="004F6829" w:rsidP="004F6829">
      <w:r>
        <w:t>[foreign language]</w:t>
      </w:r>
    </w:p>
    <w:p w14:paraId="10D1481B" w14:textId="77777777" w:rsidR="004F6829" w:rsidRDefault="004F6829" w:rsidP="004F6829">
      <w:r>
        <w:t>0:24:25.6 IWDM: Is used. If I say, "I had an appetite," Say...</w:t>
      </w:r>
    </w:p>
    <w:p w14:paraId="5D3133F9" w14:textId="77777777" w:rsidR="004F6829" w:rsidRDefault="004F6829" w:rsidP="004F6829">
      <w:r>
        <w:t>[foreign language]</w:t>
      </w:r>
    </w:p>
    <w:p w14:paraId="7A11DF90" w14:textId="77777777" w:rsidR="004F6829" w:rsidRDefault="004F6829" w:rsidP="004F6829">
      <w:r>
        <w:t>I had an appetite. The pleasing of appetites, or being pleased after having my appetite fulfilled, it's from the same word...</w:t>
      </w:r>
      <w:proofErr w:type="spellStart"/>
      <w:proofErr w:type="gramStart"/>
      <w:r>
        <w:t>raadin</w:t>
      </w:r>
      <w:proofErr w:type="spellEnd"/>
      <w:proofErr w:type="gramEnd"/>
    </w:p>
    <w:p w14:paraId="01C9A67F" w14:textId="77777777" w:rsidR="004F6829" w:rsidRDefault="004F6829" w:rsidP="004F6829">
      <w:r>
        <w:t>Pleasing G-d is of the same word...</w:t>
      </w:r>
    </w:p>
    <w:p w14:paraId="4CB3392F" w14:textId="77777777" w:rsidR="004F6829" w:rsidRDefault="004F6829" w:rsidP="004F6829">
      <w:r>
        <w:lastRenderedPageBreak/>
        <w:t>[foreign language]</w:t>
      </w:r>
    </w:p>
    <w:p w14:paraId="7511830F" w14:textId="77777777" w:rsidR="004F6829" w:rsidRDefault="004F6829" w:rsidP="004F6829">
      <w:r>
        <w:t xml:space="preserve">The pleasure of G-d, </w:t>
      </w:r>
      <w:proofErr w:type="gramStart"/>
      <w:r>
        <w:t>you</w:t>
      </w:r>
      <w:proofErr w:type="gramEnd"/>
      <w:r>
        <w:t xml:space="preserve"> see? </w:t>
      </w:r>
      <w:proofErr w:type="gramStart"/>
      <w:r>
        <w:t>So</w:t>
      </w:r>
      <w:proofErr w:type="gramEnd"/>
      <w:r>
        <w:t xml:space="preserve"> appetite, you have to make those appetites conform to what is most excellent in us, and the best way to do that is to bridle those appetites for the pleasure of Allah, right?</w:t>
      </w:r>
    </w:p>
    <w:p w14:paraId="454A7B67" w14:textId="77777777" w:rsidR="004F6829" w:rsidRDefault="004F6829" w:rsidP="004F6829">
      <w:r>
        <w:t xml:space="preserve">Yes. </w:t>
      </w:r>
      <w:proofErr w:type="gramStart"/>
      <w:r>
        <w:t>So</w:t>
      </w:r>
      <w:proofErr w:type="gramEnd"/>
      <w:r>
        <w:t xml:space="preserve"> see this word, aa very common word in the religion, so these sensitivities here hold themselves up from contact with the ground. With the floor. That tells us that those people who picked this symbol wanted to see, we should keep our appetites up-lift. Man should have his appetites uplifted. </w:t>
      </w:r>
      <w:proofErr w:type="gramStart"/>
      <w:r>
        <w:t>Don't</w:t>
      </w:r>
      <w:proofErr w:type="gramEnd"/>
      <w:r>
        <w:t xml:space="preserve"> let your appetites come under the gravity of the material world, but keep that sensitivity arched, raised up. Something </w:t>
      </w:r>
      <w:proofErr w:type="gramStart"/>
      <w:r>
        <w:t>has to</w:t>
      </w:r>
      <w:proofErr w:type="gramEnd"/>
      <w:r>
        <w:t xml:space="preserve"> touch the earth though. </w:t>
      </w:r>
      <w:proofErr w:type="gramStart"/>
      <w:r>
        <w:t>What's</w:t>
      </w:r>
      <w:proofErr w:type="gramEnd"/>
      <w:r>
        <w:t xml:space="preserve"> touching? The heel. Now, that heel works for us better, that mind that we keep in contact with the earth, material necessity, the material needs, it works best after we have gone up the hill of trial and tribulation and learned a lesson. </w:t>
      </w:r>
      <w:proofErr w:type="gramStart"/>
      <w:r>
        <w:t>You</w:t>
      </w:r>
      <w:proofErr w:type="gramEnd"/>
      <w:r>
        <w:t xml:space="preserve"> see? Once </w:t>
      </w:r>
      <w:proofErr w:type="gramStart"/>
      <w:r>
        <w:t>we've</w:t>
      </w:r>
      <w:proofErr w:type="gramEnd"/>
      <w:r>
        <w:t xml:space="preserve"> gone up the hill and learned the lesson, we come back down healed.</w:t>
      </w:r>
    </w:p>
    <w:p w14:paraId="4FDEB4C3" w14:textId="77777777" w:rsidR="004F6829" w:rsidRDefault="004F6829" w:rsidP="004F6829">
      <w:r>
        <w:t>[vocalization]</w:t>
      </w:r>
    </w:p>
    <w:p w14:paraId="244269BD" w14:textId="77777777" w:rsidR="004F6829" w:rsidRDefault="004F6829" w:rsidP="004F6829">
      <w:r>
        <w:t xml:space="preserve">0:27:10.8 IWDM: And then </w:t>
      </w:r>
      <w:proofErr w:type="gramStart"/>
      <w:r>
        <w:t>we're</w:t>
      </w:r>
      <w:proofErr w:type="gramEnd"/>
      <w:r>
        <w:t xml:space="preserve"> really able to balance ourselves on our heel. Now, we have in front here, toes, toes. The word tow means to pull, and is associated with boats, they tow boats. Can't you see here the connection again with Noah's Ark? You got toes in front of your foot, to connect the wise with the ark. You tow the boat in when something happens to it or when the water is too shallow for it. [laughter]</w:t>
      </w:r>
    </w:p>
    <w:p w14:paraId="6A71E240" w14:textId="77777777" w:rsidR="004F6829" w:rsidRDefault="004F6829" w:rsidP="004F6829">
      <w:r>
        <w:t xml:space="preserve">ow these senses, these senses, they </w:t>
      </w:r>
      <w:proofErr w:type="gramStart"/>
      <w:r>
        <w:t>have to</w:t>
      </w:r>
      <w:proofErr w:type="gramEnd"/>
      <w:r>
        <w:t xml:space="preserve"> pull the foot, they tow, tow. Have you heard of a song that kids used to sing. Heel, toe stepping over, heel </w:t>
      </w:r>
      <w:proofErr w:type="gramStart"/>
      <w:r>
        <w:t>toe...</w:t>
      </w:r>
      <w:proofErr w:type="gramEnd"/>
      <w:r>
        <w:t xml:space="preserve"> Did you ever hear that? Yeah, we used to sing that as kids. Heel toe stepping over, heel toe stepping over... Something like that it went. We had a lot of songs about the heel and the toe. Yeah. Skip to my </w:t>
      </w:r>
      <w:proofErr w:type="spellStart"/>
      <w:r>
        <w:t>lou</w:t>
      </w:r>
      <w:proofErr w:type="spellEnd"/>
      <w:r>
        <w:t xml:space="preserve"> my darling... Yeah you remember that. Skipped in my </w:t>
      </w:r>
      <w:proofErr w:type="spellStart"/>
      <w:r>
        <w:t>lou</w:t>
      </w:r>
      <w:proofErr w:type="spellEnd"/>
      <w:r>
        <w:t xml:space="preserve">. Some devilish songs they put </w:t>
      </w:r>
      <w:proofErr w:type="gramStart"/>
      <w:r>
        <w:t>out,</w:t>
      </w:r>
      <w:proofErr w:type="gramEnd"/>
      <w:r>
        <w:t xml:space="preserve"> I'm telling you. [laughter] Yeah, so toe, toe, toe. When your car breaks down, the man, or somebody tows it in. Right? Yes. And if the police tow it in, he puts it the pound. </w:t>
      </w:r>
      <w:proofErr w:type="gramStart"/>
      <w:r>
        <w:t>That's</w:t>
      </w:r>
      <w:proofErr w:type="gramEnd"/>
      <w:r>
        <w:t xml:space="preserve"> what they call it in Chicago. They call it that here </w:t>
      </w:r>
      <w:proofErr w:type="gramStart"/>
      <w:r>
        <w:t>too?</w:t>
      </w:r>
      <w:proofErr w:type="gramEnd"/>
      <w:r>
        <w:t xml:space="preserve"> The car </w:t>
      </w:r>
      <w:proofErr w:type="gramStart"/>
      <w:r>
        <w:t>pound</w:t>
      </w:r>
      <w:proofErr w:type="gramEnd"/>
      <w:r>
        <w:t>?</w:t>
      </w:r>
    </w:p>
    <w:p w14:paraId="0F1EC20D" w14:textId="77777777" w:rsidR="004F6829" w:rsidRDefault="004F6829" w:rsidP="004F6829">
      <w:r>
        <w:t xml:space="preserve">0:29:21.4 Speaker 2: Yeah. The car </w:t>
      </w:r>
      <w:proofErr w:type="gramStart"/>
      <w:r>
        <w:t>pound</w:t>
      </w:r>
      <w:proofErr w:type="gramEnd"/>
      <w:r>
        <w:t>.</w:t>
      </w:r>
    </w:p>
    <w:p w14:paraId="71D7CEC1" w14:textId="77777777" w:rsidR="004F6829" w:rsidRDefault="004F6829" w:rsidP="004F6829">
      <w:r>
        <w:t>0:29:22.3 IWDM: Puts it in the pound. Now, what else do they put in the pound?</w:t>
      </w:r>
    </w:p>
    <w:p w14:paraId="156D4298" w14:textId="77777777" w:rsidR="004F6829" w:rsidRDefault="004F6829" w:rsidP="004F6829">
      <w:r>
        <w:t>0:29:26.3 Speaker 3: Dogs.</w:t>
      </w:r>
    </w:p>
    <w:p w14:paraId="75A9A255" w14:textId="77777777" w:rsidR="004F6829" w:rsidRDefault="004F6829" w:rsidP="004F6829">
      <w:r>
        <w:t>0:29:27.2 IWDM: Dogs. "</w:t>
      </w:r>
      <w:proofErr w:type="gramStart"/>
      <w:r>
        <w:t>Oh</w:t>
      </w:r>
      <w:proofErr w:type="gramEnd"/>
      <w:r>
        <w:t xml:space="preserve"> my dog's hurt so bad that they... "</w:t>
      </w:r>
    </w:p>
    <w:p w14:paraId="42309327" w14:textId="77777777" w:rsidR="004F6829" w:rsidRDefault="004F6829" w:rsidP="004F6829">
      <w:r>
        <w:t>[laughter]</w:t>
      </w:r>
    </w:p>
    <w:p w14:paraId="37DD1FAF" w14:textId="77777777" w:rsidR="004F6829" w:rsidRDefault="004F6829" w:rsidP="004F6829">
      <w:r>
        <w:lastRenderedPageBreak/>
        <w:t>0:29:53.4 IWDM: Aren't you tired of having people talk over your head?</w:t>
      </w:r>
    </w:p>
    <w:p w14:paraId="03BD8561" w14:textId="77777777" w:rsidR="004F6829" w:rsidRDefault="004F6829" w:rsidP="004F6829">
      <w:r>
        <w:t>0:29:57.5 S2: Yes sir. Yes sir.</w:t>
      </w:r>
    </w:p>
    <w:p w14:paraId="16FBBFBF" w14:textId="77777777" w:rsidR="004F6829" w:rsidRDefault="004F6829" w:rsidP="004F6829">
      <w:r>
        <w:t xml:space="preserve">0:30:00.1 IWDM: Every race on this earth got some people in their midst, of their own kind, that knows </w:t>
      </w:r>
      <w:proofErr w:type="gramStart"/>
      <w:r>
        <w:t>what's</w:t>
      </w:r>
      <w:proofErr w:type="gramEnd"/>
      <w:r>
        <w:t xml:space="preserve"> happening in this double talk, that culture makes, except us. </w:t>
      </w:r>
      <w:proofErr w:type="gramStart"/>
      <w:r>
        <w:t>That's</w:t>
      </w:r>
      <w:proofErr w:type="gramEnd"/>
      <w:r>
        <w:t xml:space="preserve"> right, except us. And we should be tired of the world talking over our heads. Playing games with us like we some dumb children, or something. </w:t>
      </w:r>
      <w:proofErr w:type="gramStart"/>
      <w:r>
        <w:t>I'm</w:t>
      </w:r>
      <w:proofErr w:type="gramEnd"/>
      <w:r>
        <w:t xml:space="preserve"> tired of it. And I thank Allah that He let me see </w:t>
      </w:r>
      <w:proofErr w:type="gramStart"/>
      <w:r>
        <w:t>what's</w:t>
      </w:r>
      <w:proofErr w:type="gramEnd"/>
      <w:r>
        <w:t xml:space="preserve"> happening.</w:t>
      </w:r>
    </w:p>
    <w:p w14:paraId="072AACE1" w14:textId="77777777" w:rsidR="004F6829" w:rsidRDefault="004F6829" w:rsidP="004F6829">
      <w:r>
        <w:t>[vocalization]</w:t>
      </w:r>
    </w:p>
    <w:p w14:paraId="546AD97D" w14:textId="77777777" w:rsidR="004F6829" w:rsidRDefault="004F6829" w:rsidP="004F6829">
      <w:r>
        <w:t xml:space="preserve">0:30:41.8 IWDM: </w:t>
      </w:r>
      <w:proofErr w:type="spellStart"/>
      <w:r>
        <w:t>Eeny</w:t>
      </w:r>
      <w:proofErr w:type="spellEnd"/>
      <w:r>
        <w:t xml:space="preserve"> </w:t>
      </w:r>
      <w:proofErr w:type="spellStart"/>
      <w:r>
        <w:t>meeny</w:t>
      </w:r>
      <w:proofErr w:type="spellEnd"/>
      <w:r>
        <w:t xml:space="preserve"> </w:t>
      </w:r>
      <w:proofErr w:type="spellStart"/>
      <w:r>
        <w:t>miney</w:t>
      </w:r>
      <w:proofErr w:type="spellEnd"/>
      <w:r>
        <w:t xml:space="preserve"> </w:t>
      </w:r>
      <w:proofErr w:type="spellStart"/>
      <w:r>
        <w:t>moe</w:t>
      </w:r>
      <w:proofErr w:type="spellEnd"/>
      <w:r>
        <w:t xml:space="preserve">, </w:t>
      </w:r>
      <w:proofErr w:type="gramStart"/>
      <w:r>
        <w:t>Catch</w:t>
      </w:r>
      <w:proofErr w:type="gramEnd"/>
      <w:r>
        <w:t xml:space="preserve"> your nigger by his toe, if he hollers, let him go. </w:t>
      </w:r>
      <w:proofErr w:type="spellStart"/>
      <w:r>
        <w:t>Eeny</w:t>
      </w:r>
      <w:proofErr w:type="spellEnd"/>
      <w:r>
        <w:t xml:space="preserve">, </w:t>
      </w:r>
      <w:proofErr w:type="spellStart"/>
      <w:r>
        <w:t>meeny</w:t>
      </w:r>
      <w:proofErr w:type="spellEnd"/>
      <w:r>
        <w:t xml:space="preserve">, </w:t>
      </w:r>
      <w:proofErr w:type="spellStart"/>
      <w:r>
        <w:t>miney</w:t>
      </w:r>
      <w:proofErr w:type="spellEnd"/>
      <w:r>
        <w:t xml:space="preserve">, </w:t>
      </w:r>
      <w:proofErr w:type="spellStart"/>
      <w:r>
        <w:t>moe</w:t>
      </w:r>
      <w:proofErr w:type="spellEnd"/>
      <w:r>
        <w:t>.</w:t>
      </w:r>
    </w:p>
    <w:p w14:paraId="36E68980" w14:textId="77777777" w:rsidR="004F6829" w:rsidRDefault="004F6829" w:rsidP="004F6829">
      <w:r>
        <w:t>[laughter]</w:t>
      </w:r>
    </w:p>
    <w:p w14:paraId="3AF6C115" w14:textId="77777777" w:rsidR="004F6829" w:rsidRDefault="004F6829" w:rsidP="004F6829">
      <w:r>
        <w:t>[vocalization]</w:t>
      </w:r>
    </w:p>
    <w:p w14:paraId="44D8323A" w14:textId="77777777" w:rsidR="004F6829" w:rsidRDefault="004F6829" w:rsidP="004F6829">
      <w:r>
        <w:t xml:space="preserve">0:31:00.9 IWDM: </w:t>
      </w:r>
      <w:proofErr w:type="gramStart"/>
      <w:r>
        <w:t>So</w:t>
      </w:r>
      <w:proofErr w:type="gramEnd"/>
      <w:r>
        <w:t xml:space="preserve"> what is that saying about you and the masses? That your life is on the lowest level of sense-perception. You feel good, you feel bad, you feel happy, you feel hurt, you feel love, you feel hate, but you </w:t>
      </w:r>
      <w:proofErr w:type="gramStart"/>
      <w:r>
        <w:t>don't</w:t>
      </w:r>
      <w:proofErr w:type="gramEnd"/>
      <w:r>
        <w:t xml:space="preserve"> feel knowledge, you don't feel logic. </w:t>
      </w:r>
      <w:proofErr w:type="gramStart"/>
      <w:r>
        <w:t>That's</w:t>
      </w:r>
      <w:proofErr w:type="gramEnd"/>
      <w:r>
        <w:t xml:space="preserve"> what they're saying about you. And when you get in trouble, they </w:t>
      </w:r>
      <w:proofErr w:type="gramStart"/>
      <w:r>
        <w:t>have to</w:t>
      </w:r>
      <w:proofErr w:type="gramEnd"/>
      <w:r>
        <w:t xml:space="preserve"> tow you in. Catch a nigger by his toe. If he </w:t>
      </w:r>
      <w:proofErr w:type="gramStart"/>
      <w:r>
        <w:t>holler</w:t>
      </w:r>
      <w:proofErr w:type="gramEnd"/>
      <w:r>
        <w:t xml:space="preserve">... Catch him by his toe, catch him by his sense, perception. His instinctive, emotional movements. Catch him by those. And if that </w:t>
      </w:r>
      <w:proofErr w:type="gramStart"/>
      <w:r>
        <w:t>doesn't</w:t>
      </w:r>
      <w:proofErr w:type="gramEnd"/>
      <w:r>
        <w:t xml:space="preserve"> work, let him go to hell. </w:t>
      </w:r>
      <w:proofErr w:type="gramStart"/>
      <w:r>
        <w:t>That's</w:t>
      </w:r>
      <w:proofErr w:type="gramEnd"/>
      <w:r>
        <w:t xml:space="preserve"> what it means. Let him go </w:t>
      </w:r>
      <w:proofErr w:type="spellStart"/>
      <w:r>
        <w:t>Eeny</w:t>
      </w:r>
      <w:proofErr w:type="spellEnd"/>
      <w:r>
        <w:t xml:space="preserve">, </w:t>
      </w:r>
      <w:proofErr w:type="spellStart"/>
      <w:r>
        <w:t>meeny</w:t>
      </w:r>
      <w:proofErr w:type="spellEnd"/>
      <w:r>
        <w:t xml:space="preserve">, </w:t>
      </w:r>
      <w:proofErr w:type="spellStart"/>
      <w:r>
        <w:t>miney</w:t>
      </w:r>
      <w:proofErr w:type="spellEnd"/>
      <w:r>
        <w:t xml:space="preserve">, </w:t>
      </w:r>
      <w:proofErr w:type="spellStart"/>
      <w:r>
        <w:t>moe</w:t>
      </w:r>
      <w:proofErr w:type="spellEnd"/>
      <w:r>
        <w:t xml:space="preserve">. </w:t>
      </w:r>
      <w:proofErr w:type="spellStart"/>
      <w:r>
        <w:t>Eeny</w:t>
      </w:r>
      <w:proofErr w:type="spellEnd"/>
      <w:r>
        <w:t xml:space="preserve">, </w:t>
      </w:r>
      <w:proofErr w:type="spellStart"/>
      <w:r>
        <w:t>meeny</w:t>
      </w:r>
      <w:proofErr w:type="spellEnd"/>
      <w:r>
        <w:t xml:space="preserve">, bit mean, me. </w:t>
      </w:r>
      <w:proofErr w:type="spellStart"/>
      <w:r>
        <w:t>Miney</w:t>
      </w:r>
      <w:proofErr w:type="spellEnd"/>
      <w:r>
        <w:t xml:space="preserve"> still smaller, </w:t>
      </w:r>
      <w:proofErr w:type="spellStart"/>
      <w:r>
        <w:t>moe</w:t>
      </w:r>
      <w:proofErr w:type="spellEnd"/>
      <w:r>
        <w:t xml:space="preserve"> hell. [laughter] Let him go. </w:t>
      </w:r>
      <w:proofErr w:type="spellStart"/>
      <w:r>
        <w:t>Eeny</w:t>
      </w:r>
      <w:proofErr w:type="spellEnd"/>
      <w:r>
        <w:t xml:space="preserve">, </w:t>
      </w:r>
      <w:proofErr w:type="spellStart"/>
      <w:r>
        <w:t>meeny</w:t>
      </w:r>
      <w:proofErr w:type="spellEnd"/>
      <w:r>
        <w:t xml:space="preserve">, </w:t>
      </w:r>
      <w:proofErr w:type="spellStart"/>
      <w:r>
        <w:t>miney</w:t>
      </w:r>
      <w:proofErr w:type="spellEnd"/>
      <w:r>
        <w:t xml:space="preserve">, </w:t>
      </w:r>
      <w:proofErr w:type="spellStart"/>
      <w:r>
        <w:t>moe</w:t>
      </w:r>
      <w:proofErr w:type="spellEnd"/>
      <w:r>
        <w:t xml:space="preserve">. Let his senses shrink up until he goes to hell. Yeah. But never </w:t>
      </w:r>
      <w:proofErr w:type="spellStart"/>
      <w:r>
        <w:t>never</w:t>
      </w:r>
      <w:proofErr w:type="spellEnd"/>
      <w:r>
        <w:t xml:space="preserve"> appeal to his intelligence, never say "Look, </w:t>
      </w:r>
      <w:proofErr w:type="gramStart"/>
      <w:r>
        <w:t>let's</w:t>
      </w:r>
      <w:proofErr w:type="gramEnd"/>
      <w:r>
        <w:t xml:space="preserve"> stop towing him in. </w:t>
      </w:r>
      <w:proofErr w:type="gramStart"/>
      <w:r>
        <w:t>Let's</w:t>
      </w:r>
      <w:proofErr w:type="gramEnd"/>
      <w:r>
        <w:t xml:space="preserve"> do what the New Testament says. </w:t>
      </w:r>
      <w:proofErr w:type="gramStart"/>
      <w:r>
        <w:t>Let's</w:t>
      </w:r>
      <w:proofErr w:type="gramEnd"/>
      <w:r>
        <w:t xml:space="preserve"> bring him to land and teach him."</w:t>
      </w:r>
    </w:p>
    <w:p w14:paraId="1B8D12D0" w14:textId="77777777" w:rsidR="004F6829" w:rsidRDefault="004F6829" w:rsidP="004F6829">
      <w:r>
        <w:t xml:space="preserve">0:32:41.6 IWDM: Now, what has this got to do with the Sabbath? Well, </w:t>
      </w:r>
      <w:proofErr w:type="gramStart"/>
      <w:r>
        <w:t>let's</w:t>
      </w:r>
      <w:proofErr w:type="gramEnd"/>
      <w:r>
        <w:t xml:space="preserve"> see. Can anyone get me a bible right </w:t>
      </w:r>
      <w:proofErr w:type="gramStart"/>
      <w:r>
        <w:t>quick.</w:t>
      </w:r>
      <w:proofErr w:type="gramEnd"/>
      <w:r>
        <w:t xml:space="preserve"> And turn to Exodus.</w:t>
      </w:r>
    </w:p>
    <w:p w14:paraId="3527FF28" w14:textId="77777777" w:rsidR="004F6829" w:rsidRDefault="004F6829" w:rsidP="004F6829">
      <w:r>
        <w:t>0:33:07.3 S2: New testament?</w:t>
      </w:r>
    </w:p>
    <w:p w14:paraId="404C2D17" w14:textId="77777777" w:rsidR="004F6829" w:rsidRDefault="004F6829" w:rsidP="004F6829">
      <w:r>
        <w:t xml:space="preserve">0:33:10.5 IWDM: Old testament, Exodus. Exodus. </w:t>
      </w:r>
      <w:proofErr w:type="gramStart"/>
      <w:r>
        <w:t>Let's</w:t>
      </w:r>
      <w:proofErr w:type="gramEnd"/>
      <w:r>
        <w:t xml:space="preserve"> see, can I find this reference here. Now, let us look at the meaning of the word Sabbath. Sabbath. S-A-B-B-A-T-H. </w:t>
      </w:r>
      <w:proofErr w:type="gramStart"/>
      <w:r>
        <w:t>Let's</w:t>
      </w:r>
      <w:proofErr w:type="gramEnd"/>
      <w:r>
        <w:t xml:space="preserve"> see, can we break this word up? Sabbath. Something is getting a bath, right? And we know that Sunday is a day for taking a cultural bath in the church. </w:t>
      </w:r>
      <w:proofErr w:type="gramStart"/>
      <w:r>
        <w:t>That's</w:t>
      </w:r>
      <w:proofErr w:type="gramEnd"/>
      <w:r>
        <w:t xml:space="preserve"> what it used to be. Now </w:t>
      </w:r>
      <w:proofErr w:type="gramStart"/>
      <w:r>
        <w:t>they're</w:t>
      </w:r>
      <w:proofErr w:type="gramEnd"/>
      <w:r>
        <w:t xml:space="preserve"> doing all kinds of things in the church, but it used to be a day for taking a bath. A cultural bath, in the church.</w:t>
      </w:r>
    </w:p>
    <w:p w14:paraId="28785384" w14:textId="77777777" w:rsidR="004F6829" w:rsidRDefault="004F6829" w:rsidP="004F6829">
      <w:r>
        <w:t xml:space="preserve">0:34:45.3 IWDM: </w:t>
      </w:r>
      <w:proofErr w:type="gramStart"/>
      <w:r>
        <w:t>Let's</w:t>
      </w:r>
      <w:proofErr w:type="gramEnd"/>
      <w:r>
        <w:t xml:space="preserve"> look at another word that sounds like Sabbath, in fact, you don't pronounce that Sabbath. People say Sabbath. Yeah. So, </w:t>
      </w:r>
      <w:proofErr w:type="gramStart"/>
      <w:r>
        <w:t>let's</w:t>
      </w:r>
      <w:proofErr w:type="gramEnd"/>
      <w:r>
        <w:t xml:space="preserve"> look at another word now. Sabbath. </w:t>
      </w:r>
      <w:r>
        <w:lastRenderedPageBreak/>
        <w:t xml:space="preserve">Sabbath. They are different words, but don't they pronounce alike? Sabbath, Sabbath. You </w:t>
      </w:r>
      <w:proofErr w:type="gramStart"/>
      <w:r>
        <w:t>don't</w:t>
      </w:r>
      <w:proofErr w:type="gramEnd"/>
      <w:r>
        <w:t xml:space="preserve"> say Sabbath, you say Sabbath. Sabbath, Sabbath. Now, to save time I </w:t>
      </w:r>
      <w:proofErr w:type="spellStart"/>
      <w:r>
        <w:t>ain't</w:t>
      </w:r>
      <w:proofErr w:type="spellEnd"/>
      <w:r>
        <w:t xml:space="preserve"> </w:t>
      </w:r>
      <w:proofErr w:type="spellStart"/>
      <w:r>
        <w:t>gonna</w:t>
      </w:r>
      <w:proofErr w:type="spellEnd"/>
      <w:r>
        <w:t xml:space="preserve"> put this word Sabotage. Sabotage. Now a Sabbath can be a bath, or it could be a sabotage. Depends on </w:t>
      </w:r>
      <w:proofErr w:type="gramStart"/>
      <w:r>
        <w:t>who's</w:t>
      </w:r>
      <w:proofErr w:type="gramEnd"/>
      <w:r>
        <w:t xml:space="preserve"> giving it.</w:t>
      </w:r>
    </w:p>
    <w:p w14:paraId="563BCA76" w14:textId="77777777" w:rsidR="004F6829" w:rsidRDefault="004F6829" w:rsidP="004F6829">
      <w:r>
        <w:t>[chuckle]</w:t>
      </w:r>
    </w:p>
    <w:p w14:paraId="0D8887A9" w14:textId="77777777" w:rsidR="004F6829" w:rsidRDefault="004F6829" w:rsidP="004F6829">
      <w:r>
        <w:t xml:space="preserve">0:35:45.9 IWDM: And believe me, </w:t>
      </w:r>
      <w:proofErr w:type="gramStart"/>
      <w:r>
        <w:t>you've</w:t>
      </w:r>
      <w:proofErr w:type="gramEnd"/>
      <w:r>
        <w:t xml:space="preserve"> been sabotaged. You who came up in the church, </w:t>
      </w:r>
      <w:proofErr w:type="gramStart"/>
      <w:r>
        <w:t>you've</w:t>
      </w:r>
      <w:proofErr w:type="gramEnd"/>
      <w:r>
        <w:t xml:space="preserve"> been sabotaged baby. You </w:t>
      </w:r>
      <w:proofErr w:type="gramStart"/>
      <w:r>
        <w:t>didn't</w:t>
      </w:r>
      <w:proofErr w:type="gramEnd"/>
      <w:r>
        <w:t xml:space="preserve"> have to come up in the church. </w:t>
      </w:r>
      <w:proofErr w:type="gramStart"/>
      <w:r>
        <w:t>You've</w:t>
      </w:r>
      <w:proofErr w:type="gramEnd"/>
      <w:r>
        <w:t xml:space="preserve"> been out there in this western culture, you've been sabotaged. What is Sabbath, this Sabbath? Sabbath is shoe. Shoe is Sabbath. Look in your dictionary, Doubting Thomas. [chuckle] Look in your dictionary, so </w:t>
      </w:r>
      <w:proofErr w:type="gramStart"/>
      <w:r>
        <w:t>you'll</w:t>
      </w:r>
      <w:proofErr w:type="gramEnd"/>
      <w:r>
        <w:t xml:space="preserve"> believe the white man. [laughter] Yeah, he wrote that, </w:t>
      </w:r>
      <w:proofErr w:type="gramStart"/>
      <w:r>
        <w:t>that's</w:t>
      </w:r>
      <w:proofErr w:type="gramEnd"/>
      <w:r>
        <w:t xml:space="preserve"> how come you don't question it. </w:t>
      </w:r>
      <w:proofErr w:type="gramStart"/>
      <w:r>
        <w:t>Jack</w:t>
      </w:r>
      <w:proofErr w:type="gramEnd"/>
      <w:r>
        <w:t xml:space="preserve"> ass Tom you. [laughter] Sabbath. Sabbath means shoe, or boot. Now, </w:t>
      </w:r>
      <w:proofErr w:type="gramStart"/>
      <w:r>
        <w:t>who's</w:t>
      </w:r>
      <w:proofErr w:type="gramEnd"/>
      <w:r>
        <w:t xml:space="preserve"> depicted as the boot shiner? You. Who is the </w:t>
      </w:r>
      <w:proofErr w:type="gramStart"/>
      <w:r>
        <w:t>shoe shine</w:t>
      </w:r>
      <w:proofErr w:type="gramEnd"/>
      <w:r>
        <w:t xml:space="preserve"> boy? You. </w:t>
      </w:r>
      <w:proofErr w:type="gramStart"/>
      <w:r>
        <w:t>So</w:t>
      </w:r>
      <w:proofErr w:type="gramEnd"/>
      <w:r>
        <w:t xml:space="preserve"> what are they saying? They are telling us something, and if we know what </w:t>
      </w:r>
      <w:proofErr w:type="gramStart"/>
      <w:r>
        <w:t>they're</w:t>
      </w:r>
      <w:proofErr w:type="gramEnd"/>
      <w:r>
        <w:t xml:space="preserve"> saying, we can know how they think. And we </w:t>
      </w:r>
      <w:proofErr w:type="spellStart"/>
      <w:r>
        <w:t>wanna</w:t>
      </w:r>
      <w:proofErr w:type="spellEnd"/>
      <w:r>
        <w:t xml:space="preserve"> know how they think, because we </w:t>
      </w:r>
      <w:proofErr w:type="spellStart"/>
      <w:r>
        <w:t>wanna</w:t>
      </w:r>
      <w:proofErr w:type="spellEnd"/>
      <w:r>
        <w:t xml:space="preserve"> beat them, thinking.</w:t>
      </w:r>
    </w:p>
    <w:p w14:paraId="42F8BB96" w14:textId="77777777" w:rsidR="004F6829" w:rsidRDefault="004F6829" w:rsidP="004F6829">
      <w:r>
        <w:t>[vocalization]</w:t>
      </w:r>
    </w:p>
    <w:p w14:paraId="735BF30E" w14:textId="77777777" w:rsidR="004F6829" w:rsidRDefault="004F6829" w:rsidP="004F6829">
      <w:r>
        <w:t xml:space="preserve">0:37:32.6 IWDM: </w:t>
      </w:r>
      <w:proofErr w:type="gramStart"/>
      <w:r>
        <w:t>So</w:t>
      </w:r>
      <w:proofErr w:type="gramEnd"/>
      <w:r>
        <w:t xml:space="preserve"> if they say we are the shoe shine boys, what are they saying? </w:t>
      </w:r>
      <w:proofErr w:type="gramStart"/>
      <w:r>
        <w:t>Can't</w:t>
      </w:r>
      <w:proofErr w:type="gramEnd"/>
      <w:r>
        <w:t xml:space="preserve"> nobody beat a nigger talking love talk in the church. </w:t>
      </w:r>
      <w:proofErr w:type="gramStart"/>
      <w:r>
        <w:t>That's</w:t>
      </w:r>
      <w:proofErr w:type="gramEnd"/>
      <w:r>
        <w:t xml:space="preserve"> what they're saying. He can shine a sole soul better that anybody. Just give him a little soul polish, and piece of rag from the Gospel. And that nigger will shine some souls. And they </w:t>
      </w:r>
      <w:proofErr w:type="gramStart"/>
      <w:r>
        <w:t>do</w:t>
      </w:r>
      <w:proofErr w:type="gramEnd"/>
      <w:r>
        <w:t xml:space="preserve"> don't they?</w:t>
      </w:r>
    </w:p>
    <w:p w14:paraId="6DBDC141" w14:textId="77777777" w:rsidR="004F6829" w:rsidRDefault="004F6829" w:rsidP="004F6829">
      <w:r>
        <w:t>0:38:02.3 S2: That's right.</w:t>
      </w:r>
    </w:p>
    <w:p w14:paraId="101F1678" w14:textId="77777777" w:rsidR="004F6829" w:rsidRDefault="004F6829" w:rsidP="004F6829">
      <w:r>
        <w:t xml:space="preserve">0:38:02.8 IWDM: That preacher man, </w:t>
      </w:r>
      <w:proofErr w:type="gramStart"/>
      <w:r>
        <w:t>I'm</w:t>
      </w:r>
      <w:proofErr w:type="gramEnd"/>
      <w:r>
        <w:t xml:space="preserve"> telling you, he can work out that. You </w:t>
      </w:r>
      <w:proofErr w:type="gramStart"/>
      <w:r>
        <w:t>can't</w:t>
      </w:r>
      <w:proofErr w:type="gramEnd"/>
      <w:r>
        <w:t xml:space="preserve"> beat no Bilalian preacher. And </w:t>
      </w:r>
      <w:proofErr w:type="gramStart"/>
      <w:r>
        <w:t>I've</w:t>
      </w:r>
      <w:proofErr w:type="gramEnd"/>
      <w:r>
        <w:t xml:space="preserve"> seen them. I've seen the southern </w:t>
      </w:r>
      <w:proofErr w:type="gramStart"/>
      <w:r>
        <w:t>crackers,</w:t>
      </w:r>
      <w:proofErr w:type="gramEnd"/>
      <w:r>
        <w:t xml:space="preserve"> you know they're good too. The deeper </w:t>
      </w:r>
      <w:proofErr w:type="gramStart"/>
      <w:r>
        <w:t>you've</w:t>
      </w:r>
      <w:proofErr w:type="gramEnd"/>
      <w:r>
        <w:t xml:space="preserve"> been in misery, the best you can do with that soul job. But </w:t>
      </w:r>
      <w:proofErr w:type="spellStart"/>
      <w:r>
        <w:t>ain't</w:t>
      </w:r>
      <w:proofErr w:type="spellEnd"/>
      <w:r>
        <w:t xml:space="preserve"> nobody been deeper than us. In loneliness, isolated, alienated, hated, despised, stepped on, spit on, all muck and shine. </w:t>
      </w:r>
      <w:proofErr w:type="gramStart"/>
      <w:r>
        <w:t>We've</w:t>
      </w:r>
      <w:proofErr w:type="gramEnd"/>
      <w:r>
        <w:t xml:space="preserve"> been deep down in the weeping waters. Yeah, so they know we have more soul sensitivity. We can shine that shoe better than anybody. But you should be tired of shining shoes, you should </w:t>
      </w:r>
      <w:proofErr w:type="spellStart"/>
      <w:r>
        <w:t>wanna</w:t>
      </w:r>
      <w:proofErr w:type="spellEnd"/>
      <w:r>
        <w:t xml:space="preserve"> polish some intellects. Sabbath, shoe. Sabbath is shoe.</w:t>
      </w:r>
    </w:p>
    <w:p w14:paraId="0BE05A2B" w14:textId="77777777" w:rsidR="004F6829" w:rsidRDefault="004F6829" w:rsidP="004F6829">
      <w:r>
        <w:t xml:space="preserve">0:39:15.1 IWDM: Now, the Bible mentions, if I can find it here, I </w:t>
      </w:r>
      <w:proofErr w:type="gramStart"/>
      <w:r>
        <w:t>don't</w:t>
      </w:r>
      <w:proofErr w:type="gramEnd"/>
      <w:r>
        <w:t xml:space="preserve"> </w:t>
      </w:r>
      <w:proofErr w:type="spellStart"/>
      <w:r>
        <w:t>wanna</w:t>
      </w:r>
      <w:proofErr w:type="spellEnd"/>
      <w:r>
        <w:t xml:space="preserve"> waste too much time. The Bible mentions in Exodus the sabbath. And G-d is instructing Moses to instruct the people in their observance of the sabbath. In six </w:t>
      </w:r>
      <w:proofErr w:type="gramStart"/>
      <w:r>
        <w:t>days</w:t>
      </w:r>
      <w:proofErr w:type="gramEnd"/>
      <w:r>
        <w:t xml:space="preserve"> thou shall work and on the seventh day, you shall rest. Right? Rest, R-E-S-T. Do you think that has a meaning only in the Bible? In music what is the rest? Yes, do re mi fa sol la </w:t>
      </w:r>
      <w:proofErr w:type="spellStart"/>
      <w:r>
        <w:t>ti</w:t>
      </w:r>
      <w:proofErr w:type="spellEnd"/>
      <w:r>
        <w:t xml:space="preserve">, that's rest. Do starts all over again, right? Now, </w:t>
      </w:r>
      <w:proofErr w:type="gramStart"/>
      <w:r>
        <w:t>let's</w:t>
      </w:r>
      <w:proofErr w:type="gramEnd"/>
      <w:r>
        <w:t xml:space="preserve"> see what music is saying. Doe, D-O-E is what a deer, right? Deer is something, has sweet meat they say. Sweet meat, innocent creature. Loved </w:t>
      </w:r>
      <w:proofErr w:type="spellStart"/>
      <w:r>
        <w:t>'cause</w:t>
      </w:r>
      <w:proofErr w:type="spellEnd"/>
      <w:r>
        <w:t xml:space="preserve"> he's so sweet.</w:t>
      </w:r>
    </w:p>
    <w:p w14:paraId="636693E6" w14:textId="77777777" w:rsidR="004F6829" w:rsidRDefault="004F6829" w:rsidP="004F6829">
      <w:r>
        <w:lastRenderedPageBreak/>
        <w:t xml:space="preserve">0:40:54.6 IWDM: But needs protection too </w:t>
      </w:r>
      <w:proofErr w:type="spellStart"/>
      <w:r>
        <w:t>'cause</w:t>
      </w:r>
      <w:proofErr w:type="spellEnd"/>
      <w:r>
        <w:t xml:space="preserve"> the hunters will eat him all up. Kill them all </w:t>
      </w:r>
      <w:proofErr w:type="gramStart"/>
      <w:r>
        <w:t>off</w:t>
      </w:r>
      <w:proofErr w:type="gramEnd"/>
      <w:r>
        <w:t xml:space="preserve"> right? Doe, </w:t>
      </w:r>
      <w:proofErr w:type="gramStart"/>
      <w:r>
        <w:t>he's</w:t>
      </w:r>
      <w:proofErr w:type="gramEnd"/>
      <w:r>
        <w:t xml:space="preserve"> not wild... </w:t>
      </w:r>
      <w:proofErr w:type="gramStart"/>
      <w:r>
        <w:t>He's</w:t>
      </w:r>
      <w:proofErr w:type="gramEnd"/>
      <w:r>
        <w:t xml:space="preserve"> not wild he's not out there attacking anything. </w:t>
      </w:r>
      <w:proofErr w:type="gramStart"/>
      <w:r>
        <w:t>Let's</w:t>
      </w:r>
      <w:proofErr w:type="gramEnd"/>
      <w:r>
        <w:t xml:space="preserve"> look at another dough. </w:t>
      </w:r>
      <w:proofErr w:type="gramStart"/>
      <w:r>
        <w:t>It's</w:t>
      </w:r>
      <w:proofErr w:type="gramEnd"/>
      <w:r>
        <w:t xml:space="preserve"> pronounced dough too. D-O-U-G-H. Dough. </w:t>
      </w:r>
      <w:proofErr w:type="gramStart"/>
      <w:r>
        <w:t>That's</w:t>
      </w:r>
      <w:proofErr w:type="gramEnd"/>
      <w:r>
        <w:t xml:space="preserve"> the dough of bread, they dough that you bake and make a bread. Right? </w:t>
      </w:r>
      <w:proofErr w:type="gramStart"/>
      <w:r>
        <w:t>It's</w:t>
      </w:r>
      <w:proofErr w:type="gramEnd"/>
      <w:r>
        <w:t xml:space="preserve"> doe too. </w:t>
      </w:r>
      <w:proofErr w:type="gramStart"/>
      <w:r>
        <w:t>So</w:t>
      </w:r>
      <w:proofErr w:type="gramEnd"/>
      <w:r>
        <w:t xml:space="preserve"> it's referring to two things. Doe the innocence of the society, their sweetness that make them vulnerable if they </w:t>
      </w:r>
      <w:proofErr w:type="gramStart"/>
      <w:r>
        <w:t>don't</w:t>
      </w:r>
      <w:proofErr w:type="gramEnd"/>
      <w:r>
        <w:t xml:space="preserve"> have knowledge, people can fish in their emotions and do whatever they want with them. Then it refers also to the dough bread and the bread represents what? The bread represents doctrine. Doctrine. </w:t>
      </w:r>
      <w:proofErr w:type="gramStart"/>
      <w:r>
        <w:t>Oh</w:t>
      </w:r>
      <w:proofErr w:type="gramEnd"/>
      <w:r>
        <w:t xml:space="preserve"> pardon me bread represents knowledge of the doctrine or religion.</w:t>
      </w:r>
    </w:p>
    <w:p w14:paraId="78BB3A50" w14:textId="77777777" w:rsidR="004F6829" w:rsidRDefault="004F6829" w:rsidP="004F6829">
      <w:r>
        <w:t xml:space="preserve">0:42:29.9 IWDM: Dough is that knowledge in its raw form. Raw form. </w:t>
      </w:r>
      <w:proofErr w:type="gramStart"/>
      <w:r>
        <w:t>It's</w:t>
      </w:r>
      <w:proofErr w:type="gramEnd"/>
      <w:r>
        <w:t xml:space="preserve"> not yet matured. It's not yet made ripe or ready for eating, the baking, the heating is what makes it rise to its fullest and come to </w:t>
      </w:r>
      <w:proofErr w:type="spellStart"/>
      <w:proofErr w:type="gramStart"/>
      <w:r>
        <w:t>it's</w:t>
      </w:r>
      <w:proofErr w:type="spellEnd"/>
      <w:proofErr w:type="gramEnd"/>
      <w:r>
        <w:t xml:space="preserve"> best texture. Right? Yes, the heat does that. The right heat. Too much will ruin it. Not enough </w:t>
      </w:r>
      <w:proofErr w:type="gramStart"/>
      <w:r>
        <w:t>it's</w:t>
      </w:r>
      <w:proofErr w:type="gramEnd"/>
      <w:r>
        <w:t xml:space="preserve"> no good. So </w:t>
      </w:r>
      <w:proofErr w:type="gramStart"/>
      <w:r>
        <w:t>that's</w:t>
      </w:r>
      <w:proofErr w:type="gramEnd"/>
      <w:r>
        <w:t xml:space="preserve"> the dough. </w:t>
      </w:r>
      <w:proofErr w:type="gramStart"/>
      <w:r>
        <w:t>So</w:t>
      </w:r>
      <w:proofErr w:type="gramEnd"/>
      <w:r>
        <w:t xml:space="preserve"> we say do re mi fa sol la </w:t>
      </w:r>
      <w:proofErr w:type="spellStart"/>
      <w:r>
        <w:t>ti</w:t>
      </w:r>
      <w:proofErr w:type="spellEnd"/>
      <w:r>
        <w:t xml:space="preserve">, </w:t>
      </w:r>
      <w:proofErr w:type="spellStart"/>
      <w:r>
        <w:t>ti</w:t>
      </w:r>
      <w:proofErr w:type="spellEnd"/>
      <w:r>
        <w:t xml:space="preserve"> rested. Start with the innocent people, do re mi fa sol la </w:t>
      </w:r>
      <w:proofErr w:type="spellStart"/>
      <w:r>
        <w:t>ti</w:t>
      </w:r>
      <w:proofErr w:type="spellEnd"/>
      <w:r>
        <w:t xml:space="preserve">, rest them. And </w:t>
      </w:r>
      <w:proofErr w:type="spellStart"/>
      <w:r>
        <w:t>T</w:t>
      </w:r>
      <w:proofErr w:type="spellEnd"/>
      <w:r>
        <w:t xml:space="preserve"> looks like a cross to </w:t>
      </w:r>
      <w:proofErr w:type="gramStart"/>
      <w:r>
        <w:t>me</w:t>
      </w:r>
      <w:proofErr w:type="gramEnd"/>
      <w:r>
        <w:t xml:space="preserve"> and I believe that's the crux of the matter.</w:t>
      </w:r>
    </w:p>
    <w:p w14:paraId="7032DBFD" w14:textId="77777777" w:rsidR="004F6829" w:rsidRDefault="004F6829" w:rsidP="004F6829">
      <w:r>
        <w:t xml:space="preserve">0:43:37.0 IWDM: Do re mi fa sol la </w:t>
      </w:r>
      <w:proofErr w:type="spellStart"/>
      <w:r>
        <w:t>ti</w:t>
      </w:r>
      <w:proofErr w:type="spellEnd"/>
      <w:r>
        <w:t xml:space="preserve">, so if you </w:t>
      </w:r>
      <w:proofErr w:type="spellStart"/>
      <w:r>
        <w:t>ain't</w:t>
      </w:r>
      <w:proofErr w:type="spellEnd"/>
      <w:r>
        <w:t xml:space="preserve"> got no sense but you have a heart to respond, then </w:t>
      </w:r>
      <w:proofErr w:type="gramStart"/>
      <w:r>
        <w:t>you're</w:t>
      </w:r>
      <w:proofErr w:type="gramEnd"/>
      <w:r>
        <w:t xml:space="preserve"> do, you just do. If you </w:t>
      </w:r>
      <w:proofErr w:type="spellStart"/>
      <w:r>
        <w:t>ain't</w:t>
      </w:r>
      <w:proofErr w:type="spellEnd"/>
      <w:r>
        <w:t xml:space="preserve"> got no sense but you have a curiosity, </w:t>
      </w:r>
      <w:proofErr w:type="gramStart"/>
      <w:r>
        <w:t>you're</w:t>
      </w:r>
      <w:proofErr w:type="gramEnd"/>
      <w:r>
        <w:t xml:space="preserve"> just do, see. And both of you </w:t>
      </w:r>
      <w:proofErr w:type="gramStart"/>
      <w:r>
        <w:t>we're</w:t>
      </w:r>
      <w:proofErr w:type="gramEnd"/>
      <w:r>
        <w:t xml:space="preserve"> </w:t>
      </w:r>
      <w:proofErr w:type="spellStart"/>
      <w:r>
        <w:t>gonna</w:t>
      </w:r>
      <w:proofErr w:type="spellEnd"/>
      <w:r>
        <w:t xml:space="preserve"> put you on a cross t. </w:t>
      </w:r>
      <w:proofErr w:type="gramStart"/>
      <w:r>
        <w:t>That's</w:t>
      </w:r>
      <w:proofErr w:type="gramEnd"/>
      <w:r>
        <w:t xml:space="preserve"> what the music is saying. We </w:t>
      </w:r>
      <w:proofErr w:type="spellStart"/>
      <w:r>
        <w:t>gonna</w:t>
      </w:r>
      <w:proofErr w:type="spellEnd"/>
      <w:r>
        <w:t xml:space="preserve"> put both of you on a cross, t on the rest part. Now, what is the cross? T... It is the last letter in the Hebrew alphabet, </w:t>
      </w:r>
      <w:proofErr w:type="spellStart"/>
      <w:r>
        <w:t>Tav</w:t>
      </w:r>
      <w:proofErr w:type="spellEnd"/>
      <w:r>
        <w:t>. It means finished, and the rest of the world takes it and put it on a grave, and they say it means dead.</w:t>
      </w:r>
    </w:p>
    <w:p w14:paraId="0F34B566" w14:textId="77777777" w:rsidR="004F6829" w:rsidRDefault="004F6829" w:rsidP="004F6829">
      <w:r>
        <w:t xml:space="preserve">0:44:32.2 IWDM: Finished in this world, right? And then they put it around your neck, meaning that you are hooked, crucified alive. Oh, what is this man saying about our religion. Well, you know your religion, if </w:t>
      </w:r>
      <w:proofErr w:type="gramStart"/>
      <w:r>
        <w:t>I'm</w:t>
      </w:r>
      <w:proofErr w:type="gramEnd"/>
      <w:r>
        <w:t xml:space="preserve"> saying something wrong, then you know that you know your own religion, if I'm saying something wrong, you the best knower of whether I'm right or wrong because you know your own religion. </w:t>
      </w:r>
      <w:proofErr w:type="gramStart"/>
      <w:r>
        <w:t>I'm</w:t>
      </w:r>
      <w:proofErr w:type="gramEnd"/>
      <w:r>
        <w:t xml:space="preserve"> telling you what these people are saying in their language, in their cultural language what they are saying, over the heads of the common people.</w:t>
      </w:r>
    </w:p>
    <w:p w14:paraId="00B3FC36" w14:textId="77777777" w:rsidR="004F6829" w:rsidRDefault="004F6829" w:rsidP="004F6829">
      <w:r>
        <w:t xml:space="preserve">0:45:23.7 IWDM: I saw a monster picture once and it was a Dracula movie, but it was a different Dracula movie. It </w:t>
      </w:r>
      <w:proofErr w:type="gramStart"/>
      <w:r>
        <w:t>wasn't</w:t>
      </w:r>
      <w:proofErr w:type="gramEnd"/>
      <w:r>
        <w:t xml:space="preserve"> like the rest of them that I had seen. It fooled me. And it was funny. Dracula came in, he </w:t>
      </w:r>
      <w:proofErr w:type="gramStart"/>
      <w:r>
        <w:t>didn't</w:t>
      </w:r>
      <w:proofErr w:type="gramEnd"/>
      <w:r>
        <w:t xml:space="preserve"> come in so cool, with all the drama he came in, and this woman reached and grabbed the cross and she put that cross right up to his face, he said, "</w:t>
      </w:r>
      <w:proofErr w:type="spellStart"/>
      <w:r>
        <w:t>Haha</w:t>
      </w:r>
      <w:proofErr w:type="spellEnd"/>
      <w:r>
        <w:t xml:space="preserve"> you've got the wrong Dracula."</w:t>
      </w:r>
    </w:p>
    <w:p w14:paraId="7AACBEEC" w14:textId="77777777" w:rsidR="004F6829" w:rsidRDefault="004F6829" w:rsidP="004F6829">
      <w:r>
        <w:t>[laughter]</w:t>
      </w:r>
    </w:p>
    <w:p w14:paraId="44FD9578" w14:textId="77777777" w:rsidR="004F6829" w:rsidRDefault="004F6829" w:rsidP="004F6829">
      <w:r>
        <w:t xml:space="preserve">0:46:13.3 IWDM: It </w:t>
      </w:r>
      <w:proofErr w:type="gramStart"/>
      <w:r>
        <w:t>didn't</w:t>
      </w:r>
      <w:proofErr w:type="gramEnd"/>
      <w:r>
        <w:t xml:space="preserve"> work on him. He got his neck... [laughter]</w:t>
      </w:r>
    </w:p>
    <w:p w14:paraId="1509FD82" w14:textId="77777777" w:rsidR="004F6829" w:rsidRDefault="004F6829" w:rsidP="004F6829">
      <w:r>
        <w:t>[pause]</w:t>
      </w:r>
    </w:p>
    <w:p w14:paraId="6774E1B8" w14:textId="77777777" w:rsidR="004F6829" w:rsidRDefault="004F6829" w:rsidP="004F6829">
      <w:r>
        <w:lastRenderedPageBreak/>
        <w:t xml:space="preserve">0:46:46.5 IWDM: We </w:t>
      </w:r>
      <w:proofErr w:type="spellStart"/>
      <w:r>
        <w:t>wanna</w:t>
      </w:r>
      <w:proofErr w:type="spellEnd"/>
      <w:r>
        <w:t xml:space="preserve"> leave that up there. Now, six days, shall you work on this... Pardon me, and on the seventh day, you rest. Not only you, you, your ass, </w:t>
      </w:r>
      <w:proofErr w:type="gramStart"/>
      <w:r>
        <w:t>I'm</w:t>
      </w:r>
      <w:proofErr w:type="gramEnd"/>
      <w:r>
        <w:t xml:space="preserve"> reading the Bible. You, your ass, your maid servant, your man servant, your maid servant, everything under you is supposed to rest. You and everything in your charge, rest, is that right? Then it also says that at the end of every seventh year, </w:t>
      </w:r>
      <w:proofErr w:type="gramStart"/>
      <w:r>
        <w:t>there's</w:t>
      </w:r>
      <w:proofErr w:type="gramEnd"/>
      <w:r>
        <w:t xml:space="preserve"> another Sabbath at the end of seven days, at the end of seven years. And at the end of seven years, there is a freedom </w:t>
      </w:r>
      <w:proofErr w:type="gramStart"/>
      <w:r>
        <w:t>that's</w:t>
      </w:r>
      <w:proofErr w:type="gramEnd"/>
      <w:r>
        <w:t xml:space="preserve"> granted. It explains what the sixth rest mean. Now, </w:t>
      </w:r>
      <w:proofErr w:type="gramStart"/>
      <w:r>
        <w:t>let's</w:t>
      </w:r>
      <w:proofErr w:type="gramEnd"/>
      <w:r>
        <w:t xml:space="preserve"> look at the first...</w:t>
      </w:r>
    </w:p>
    <w:p w14:paraId="615D5B17" w14:textId="77777777" w:rsidR="004F6829" w:rsidRDefault="004F6829" w:rsidP="004F6829">
      <w:r>
        <w:t xml:space="preserve">0:47:52.5 IWDM: The week, the week, W-E-E-K, and </w:t>
      </w:r>
      <w:proofErr w:type="gramStart"/>
      <w:r>
        <w:t>let's</w:t>
      </w:r>
      <w:proofErr w:type="gramEnd"/>
      <w:r>
        <w:t xml:space="preserve"> try the same rule that applies throughout without fail. </w:t>
      </w:r>
      <w:proofErr w:type="gramStart"/>
      <w:r>
        <w:t>Let's</w:t>
      </w:r>
      <w:proofErr w:type="gramEnd"/>
      <w:r>
        <w:t xml:space="preserve"> write week in another way. W-E-A-K, weak. Now, we could put W-E-E-K, week in. But how about putting W-E-A-K-E-N-D? Weak-end, weak-end. And </w:t>
      </w:r>
      <w:proofErr w:type="gramStart"/>
      <w:r>
        <w:t>what's</w:t>
      </w:r>
      <w:proofErr w:type="gramEnd"/>
      <w:r>
        <w:t xml:space="preserve"> our weekend? Friday, Saturday, and Sunday, [chuckle] right? Isn't that our weekend? Friday after work, </w:t>
      </w:r>
      <w:proofErr w:type="gramStart"/>
      <w:r>
        <w:t>that's</w:t>
      </w:r>
      <w:proofErr w:type="gramEnd"/>
      <w:r>
        <w:t xml:space="preserve"> when the weekend starts. </w:t>
      </w:r>
      <w:proofErr w:type="gramStart"/>
      <w:r>
        <w:t>So</w:t>
      </w:r>
      <w:proofErr w:type="gramEnd"/>
      <w:r>
        <w:t xml:space="preserve"> from that point till Monday... Till Monday start, it's your weekend. And it is, in this society </w:t>
      </w:r>
      <w:proofErr w:type="gramStart"/>
      <w:r>
        <w:t>that's</w:t>
      </w:r>
      <w:proofErr w:type="gramEnd"/>
      <w:r>
        <w:t xml:space="preserve"> your weekend. You go out and blow everything you build up.</w:t>
      </w:r>
    </w:p>
    <w:p w14:paraId="2394875B" w14:textId="77777777" w:rsidR="004F6829" w:rsidRDefault="004F6829" w:rsidP="004F6829">
      <w:r>
        <w:t xml:space="preserve">0:49:19.0 IWDM: So now, </w:t>
      </w:r>
      <w:proofErr w:type="gramStart"/>
      <w:r>
        <w:t>we're</w:t>
      </w:r>
      <w:proofErr w:type="gramEnd"/>
      <w:r>
        <w:t xml:space="preserve"> </w:t>
      </w:r>
      <w:proofErr w:type="spellStart"/>
      <w:r>
        <w:t>gonna</w:t>
      </w:r>
      <w:proofErr w:type="spellEnd"/>
      <w:r>
        <w:t xml:space="preserve"> put another word up here, freedom. F-R-E-E-D-O-M, freedom. What is </w:t>
      </w:r>
      <w:proofErr w:type="spellStart"/>
      <w:r>
        <w:t>dom</w:t>
      </w:r>
      <w:proofErr w:type="spellEnd"/>
      <w:r>
        <w:t xml:space="preserve">? </w:t>
      </w:r>
      <w:proofErr w:type="gramStart"/>
      <w:r>
        <w:t>It's</w:t>
      </w:r>
      <w:proofErr w:type="gramEnd"/>
      <w:r>
        <w:t xml:space="preserve"> </w:t>
      </w:r>
      <w:proofErr w:type="spellStart"/>
      <w:r>
        <w:t>dom</w:t>
      </w:r>
      <w:proofErr w:type="spellEnd"/>
      <w:r>
        <w:t xml:space="preserve">, that's what it is, it's dom. Freedom, free dummies, free dummies, freedoms. Isn't that what freedom has spelled out for Western society? A bunch of free dummies. Now, </w:t>
      </w:r>
      <w:proofErr w:type="gramStart"/>
      <w:r>
        <w:t>I'm</w:t>
      </w:r>
      <w:proofErr w:type="gramEnd"/>
      <w:r>
        <w:t xml:space="preserve"> telling you that they intended to bring us to this state, that's why they pronounced it freedom. They could have pronounced this </w:t>
      </w:r>
      <w:proofErr w:type="spellStart"/>
      <w:r>
        <w:t>freedome</w:t>
      </w:r>
      <w:proofErr w:type="spellEnd"/>
      <w:r>
        <w:t xml:space="preserve">. They </w:t>
      </w:r>
      <w:proofErr w:type="gramStart"/>
      <w:r>
        <w:t>could've</w:t>
      </w:r>
      <w:proofErr w:type="gramEnd"/>
      <w:r>
        <w:t xml:space="preserve"> said </w:t>
      </w:r>
      <w:proofErr w:type="spellStart"/>
      <w:r>
        <w:t>freedome</w:t>
      </w:r>
      <w:proofErr w:type="spellEnd"/>
      <w:r>
        <w:t xml:space="preserve">. They </w:t>
      </w:r>
      <w:proofErr w:type="gramStart"/>
      <w:r>
        <w:t>didn't</w:t>
      </w:r>
      <w:proofErr w:type="gramEnd"/>
      <w:r>
        <w:t xml:space="preserve"> have to say </w:t>
      </w:r>
      <w:proofErr w:type="spellStart"/>
      <w:r>
        <w:t>freedum</w:t>
      </w:r>
      <w:proofErr w:type="spellEnd"/>
      <w:r>
        <w:t>, D-U-M, they said freedom. If we put an E at the end, how you pronounce it now?</w:t>
      </w:r>
    </w:p>
    <w:p w14:paraId="31F27A91" w14:textId="77777777" w:rsidR="004F6829" w:rsidRDefault="004F6829" w:rsidP="004F6829">
      <w:r>
        <w:t xml:space="preserve">0:50:34.2 S2: </w:t>
      </w:r>
      <w:proofErr w:type="spellStart"/>
      <w:r>
        <w:t>Freedome</w:t>
      </w:r>
      <w:proofErr w:type="spellEnd"/>
      <w:r>
        <w:t>.</w:t>
      </w:r>
    </w:p>
    <w:p w14:paraId="55CF3928" w14:textId="77777777" w:rsidR="004F6829" w:rsidRDefault="004F6829" w:rsidP="004F6829">
      <w:r>
        <w:t xml:space="preserve">0:50:34.7 IWDM: </w:t>
      </w:r>
      <w:proofErr w:type="spellStart"/>
      <w:r>
        <w:t>Freedome</w:t>
      </w:r>
      <w:proofErr w:type="spellEnd"/>
      <w:r>
        <w:t xml:space="preserve">. And this is the dome here. Your head is your dome, </w:t>
      </w:r>
      <w:proofErr w:type="gramStart"/>
      <w:r>
        <w:t>that's</w:t>
      </w:r>
      <w:proofErr w:type="gramEnd"/>
      <w:r>
        <w:t xml:space="preserve"> supposed to be over your dominion. Somebody broke the Sabbath, didn't they?</w:t>
      </w:r>
    </w:p>
    <w:p w14:paraId="218CDE85" w14:textId="77777777" w:rsidR="004F6829" w:rsidRDefault="004F6829" w:rsidP="004F6829">
      <w:r>
        <w:t>[background conversation]</w:t>
      </w:r>
    </w:p>
    <w:p w14:paraId="4BF8340A" w14:textId="77777777" w:rsidR="004F6829" w:rsidRDefault="004F6829" w:rsidP="004F6829">
      <w:r>
        <w:t xml:space="preserve">0:51:04.1 IWDM: If the Sabbath was intended to bring us to our senses and then after bringing us to our senses, then sense man was supposed to go out in the society and make the society conform to good senses by freeing the ass, the ignorant tight heads, </w:t>
      </w:r>
      <w:proofErr w:type="spellStart"/>
      <w:r>
        <w:t>nutheads</w:t>
      </w:r>
      <w:proofErr w:type="spellEnd"/>
      <w:r>
        <w:t xml:space="preserve">, </w:t>
      </w:r>
      <w:proofErr w:type="gramStart"/>
      <w:r>
        <w:t>that's</w:t>
      </w:r>
      <w:proofErr w:type="gramEnd"/>
      <w:r>
        <w:t xml:space="preserve"> all ears but are ignorant, therefore they are unruly, like donkeys. A donkey, he has big ears, looks like </w:t>
      </w:r>
      <w:proofErr w:type="gramStart"/>
      <w:r>
        <w:t>he's</w:t>
      </w:r>
      <w:proofErr w:type="gramEnd"/>
      <w:r>
        <w:t xml:space="preserve"> saying, "Oh, I'm a student, I'm studious, I'm all ears," but you try to tell that dumb sucker something, he can't learn anything. Stubborn as he can be. And he does his work like he hates it. </w:t>
      </w:r>
      <w:proofErr w:type="gramStart"/>
      <w:r>
        <w:t>You're</w:t>
      </w:r>
      <w:proofErr w:type="gramEnd"/>
      <w:r>
        <w:t xml:space="preserve"> seeing you. Just like you. [laughter] Horse and another </w:t>
      </w:r>
      <w:proofErr w:type="gramStart"/>
      <w:r>
        <w:t>animals</w:t>
      </w:r>
      <w:proofErr w:type="gramEnd"/>
      <w:r>
        <w:t xml:space="preserve">, they prance along like they're happy doing it. Here </w:t>
      </w:r>
      <w:proofErr w:type="gramStart"/>
      <w:r>
        <w:t>come</w:t>
      </w:r>
      <w:proofErr w:type="gramEnd"/>
      <w:r>
        <w:t xml:space="preserve"> that donkey. [laughter] And after a while, he stops, he </w:t>
      </w:r>
      <w:proofErr w:type="gramStart"/>
      <w:r>
        <w:t>don't</w:t>
      </w:r>
      <w:proofErr w:type="gramEnd"/>
      <w:r>
        <w:t xml:space="preserve"> tell you what's wrong, he just stops and spread his legs out. [laughter] You say, "Get up mule. [laughter] Come on mule, the sun is going down, I got to get this .... Get up, mule!" Man told me </w:t>
      </w:r>
      <w:r>
        <w:lastRenderedPageBreak/>
        <w:t xml:space="preserve">he got down once and he took a 2 x 4 and walked right up, straight to the mule, and sticked his mule, looked his mule in the face, and whooped him right in the front of his head with that 2 x 4. He </w:t>
      </w:r>
      <w:proofErr w:type="spellStart"/>
      <w:r>
        <w:t>said,"That</w:t>
      </w:r>
      <w:proofErr w:type="spellEnd"/>
      <w:r>
        <w:t xml:space="preserve"> mule got to moving." Now, I </w:t>
      </w:r>
      <w:proofErr w:type="gramStart"/>
      <w:r>
        <w:t>don't</w:t>
      </w:r>
      <w:proofErr w:type="gramEnd"/>
      <w:r>
        <w:t xml:space="preserve"> know if that's true or not, but that's what he said.</w:t>
      </w:r>
    </w:p>
    <w:p w14:paraId="43961CAF" w14:textId="77777777" w:rsidR="004F6829" w:rsidRDefault="004F6829" w:rsidP="004F6829">
      <w:r>
        <w:t xml:space="preserve">0:53:24.7 IWDM: </w:t>
      </w:r>
      <w:proofErr w:type="gramStart"/>
      <w:r>
        <w:t>It's</w:t>
      </w:r>
      <w:proofErr w:type="gramEnd"/>
      <w:r>
        <w:t xml:space="preserve"> too much to try to discuss everything that's in this. Take too much time. But </w:t>
      </w:r>
      <w:proofErr w:type="gramStart"/>
      <w:r>
        <w:t>everything's</w:t>
      </w:r>
      <w:proofErr w:type="gramEnd"/>
      <w:r>
        <w:t xml:space="preserve"> supposed to be rested on the seventh day, supposed to get rest on the seventh day. The Bible tells us in the New Testament what kind of rest that is. Jesus says, "Come into my rest." What is His rest? To be good. Stop being selfish, be open-hearted, to let yourself give of yourself. Isn't that His rest, according to New Testament? Yes, and he condemned those selfish people who walked by misery in the </w:t>
      </w:r>
      <w:proofErr w:type="gramStart"/>
      <w:r>
        <w:t>town, and</w:t>
      </w:r>
      <w:proofErr w:type="gramEnd"/>
      <w:r>
        <w:t xml:space="preserve"> didn't come to the aid of their fellow men. He condemned them, and he showed them the example of human compassion. And the old conservatives in the religion condemned him and charged him with breaking the Sabbath.</w:t>
      </w:r>
    </w:p>
    <w:p w14:paraId="0F46590D" w14:textId="77777777" w:rsidR="004F6829" w:rsidRDefault="004F6829" w:rsidP="004F6829">
      <w:r>
        <w:t xml:space="preserve">0:54:44.3 IWDM: </w:t>
      </w:r>
      <w:proofErr w:type="gramStart"/>
      <w:r>
        <w:t>So</w:t>
      </w:r>
      <w:proofErr w:type="gramEnd"/>
      <w:r>
        <w:t xml:space="preserve"> Sabbath meant one thing to those old conservatives and it meant another thing to Jesus Christ according to the New Testament, peace be on him. To them, it meant secrecy. It meant keeping the non-elect, that they elect, out of the knowledge. To Jesus, it meant charity. It meant giving it to those who ask and those who asked not. Yes, giving it to all those who need, whether they come to you or not, you go to them. Alright, what has that to do with the shoe? The shoe covers our foot. And the foot represents that that is fundamental, that, that is fundamental for the development and growth of society. You need to be able to discipline yourself. The ability to stand on your heel, isn't that the upper most, the highest discipline the toddling child learns? He starts out like an animal on fours, but he has a natural urge in him to stand up erect like his adults and the youngsters that have managed to do that. So that urge is so strong in that younger child, he </w:t>
      </w:r>
      <w:proofErr w:type="gramStart"/>
      <w:r>
        <w:t>doesn't</w:t>
      </w:r>
      <w:proofErr w:type="gramEnd"/>
      <w:r>
        <w:t xml:space="preserve"> have to be taught how to stand up and walk. He would do it all himself.</w:t>
      </w:r>
    </w:p>
    <w:p w14:paraId="70C227C8" w14:textId="77777777" w:rsidR="004F6829" w:rsidRDefault="004F6829" w:rsidP="004F6829">
      <w:r>
        <w:t xml:space="preserve">0:56:52.2 IWDM: Some of us think you </w:t>
      </w:r>
      <w:proofErr w:type="gramStart"/>
      <w:r>
        <w:t>have to</w:t>
      </w:r>
      <w:proofErr w:type="gramEnd"/>
      <w:r>
        <w:t xml:space="preserve"> teach a child. You </w:t>
      </w:r>
      <w:proofErr w:type="gramStart"/>
      <w:r>
        <w:t>don't</w:t>
      </w:r>
      <w:proofErr w:type="gramEnd"/>
      <w:r>
        <w:t xml:space="preserve"> have to teach a child to stand up and walk. That child will pull up on something and it will learn to stand up and walk by itself. </w:t>
      </w:r>
      <w:proofErr w:type="gramStart"/>
      <w:r>
        <w:t>That's</w:t>
      </w:r>
      <w:proofErr w:type="gramEnd"/>
      <w:r>
        <w:t xml:space="preserve"> the natural urge in the child. </w:t>
      </w:r>
      <w:proofErr w:type="gramStart"/>
      <w:r>
        <w:t>So</w:t>
      </w:r>
      <w:proofErr w:type="gramEnd"/>
      <w:r>
        <w:t xml:space="preserve"> his highest development, in terms of him being able to discipline himself as a toddler is the ability to stand up straight, balance himself on his own feet or on his own heels, and walk. Right?</w:t>
      </w:r>
    </w:p>
    <w:p w14:paraId="539EB79D" w14:textId="77777777" w:rsidR="004F6829" w:rsidRDefault="004F6829" w:rsidP="004F6829">
      <w:r>
        <w:t>0:57:31.3 S2: That's right.</w:t>
      </w:r>
    </w:p>
    <w:p w14:paraId="3F1B26FB" w14:textId="77777777" w:rsidR="004F6829" w:rsidRDefault="004F6829" w:rsidP="004F6829">
      <w:r>
        <w:t xml:space="preserve">0:57:32.2 IWDM: Yes. After that </w:t>
      </w:r>
      <w:proofErr w:type="gramStart"/>
      <w:r>
        <w:t>it's</w:t>
      </w:r>
      <w:proofErr w:type="gramEnd"/>
      <w:r>
        <w:t xml:space="preserve"> a mental process, it's a mental process, but before the mental process, there is a spiritual process. That child is trying to spiritually discipline himself. Why do we use the expression "spiritually discipline himself"? Because he </w:t>
      </w:r>
      <w:proofErr w:type="gramStart"/>
      <w:r>
        <w:t>has to</w:t>
      </w:r>
      <w:proofErr w:type="gramEnd"/>
      <w:r>
        <w:t xml:space="preserve"> control, control emotional, spiritual tendencies in himself, to such a great extent that he's able to balance himself. If he let his mind slip away to </w:t>
      </w:r>
      <w:proofErr w:type="gramStart"/>
      <w:r>
        <w:t>what's</w:t>
      </w:r>
      <w:proofErr w:type="gramEnd"/>
      <w:r>
        <w:t xml:space="preserve"> happening over there, or what he's feeling in his heart, or </w:t>
      </w:r>
      <w:r>
        <w:lastRenderedPageBreak/>
        <w:t xml:space="preserve">the itch that's bothering him, he will never be able to take that step. That child </w:t>
      </w:r>
      <w:proofErr w:type="gramStart"/>
      <w:r>
        <w:t>has to</w:t>
      </w:r>
      <w:proofErr w:type="gramEnd"/>
      <w:r>
        <w:t xml:space="preserve"> concentrate on bringing himself to an erect, upright, balanced position. </w:t>
      </w:r>
      <w:proofErr w:type="gramStart"/>
      <w:r>
        <w:t>So</w:t>
      </w:r>
      <w:proofErr w:type="gramEnd"/>
      <w:r>
        <w:t xml:space="preserve"> this is the discipline of will, isn't it? He has a will to stand up like others.</w:t>
      </w:r>
    </w:p>
    <w:p w14:paraId="6CAADA7E" w14:textId="77777777" w:rsidR="004F6829" w:rsidRDefault="004F6829" w:rsidP="004F6829">
      <w:r>
        <w:t xml:space="preserve">0:58:38.2 IWDM: He has to discipline his will, so that his </w:t>
      </w:r>
      <w:proofErr w:type="gramStart"/>
      <w:r>
        <w:t>will doesn't</w:t>
      </w:r>
      <w:proofErr w:type="gramEnd"/>
      <w:r>
        <w:t xml:space="preserve"> be influenced by other things while he's trying to stand up erect. It requires great concentration. That child that managed to stand upright, it requires great concentration on the part of that child. A child </w:t>
      </w:r>
      <w:proofErr w:type="gramStart"/>
      <w:r>
        <w:t>can't</w:t>
      </w:r>
      <w:proofErr w:type="gramEnd"/>
      <w:r>
        <w:t xml:space="preserve"> do that. You </w:t>
      </w:r>
      <w:proofErr w:type="spellStart"/>
      <w:r>
        <w:t>ain't</w:t>
      </w:r>
      <w:proofErr w:type="spellEnd"/>
      <w:r>
        <w:t xml:space="preserve"> even seen a child learning how to stand up laughing? You ever seen them come up doing the Boogie? No. He </w:t>
      </w:r>
      <w:proofErr w:type="gramStart"/>
      <w:r>
        <w:t>doesn't</w:t>
      </w:r>
      <w:proofErr w:type="gramEnd"/>
      <w:r>
        <w:t xml:space="preserve"> come up under emotionalism. He has his emotions trained. He trains his emotions. He grabs his </w:t>
      </w:r>
      <w:proofErr w:type="gramStart"/>
      <w:r>
        <w:t>emotions</w:t>
      </w:r>
      <w:proofErr w:type="gramEnd"/>
      <w:r>
        <w:t xml:space="preserve"> and he tells his emotions, "Stand still! </w:t>
      </w:r>
      <w:proofErr w:type="gramStart"/>
      <w:r>
        <w:t>Don't</w:t>
      </w:r>
      <w:proofErr w:type="gramEnd"/>
      <w:r>
        <w:t xml:space="preserve"> quiver, </w:t>
      </w:r>
      <w:proofErr w:type="spellStart"/>
      <w:r>
        <w:t>'cause</w:t>
      </w:r>
      <w:proofErr w:type="spellEnd"/>
      <w:r>
        <w:t xml:space="preserve"> I </w:t>
      </w:r>
      <w:proofErr w:type="spellStart"/>
      <w:r>
        <w:t>wanna</w:t>
      </w:r>
      <w:proofErr w:type="spellEnd"/>
      <w:r>
        <w:t xml:space="preserve"> stand up like other folks." Now the same principal that bring that baby up on his feet is needed to bring our African American up on their feet.</w:t>
      </w:r>
    </w:p>
    <w:p w14:paraId="4CA30B39" w14:textId="77777777" w:rsidR="004F6829" w:rsidRDefault="004F6829" w:rsidP="004F6829">
      <w:r>
        <w:t>[background conversation]</w:t>
      </w:r>
    </w:p>
    <w:p w14:paraId="6171260B" w14:textId="77777777" w:rsidR="004F6829" w:rsidRDefault="004F6829" w:rsidP="004F6829">
      <w:r>
        <w:t xml:space="preserve">0:59:43.7 IWDM: You </w:t>
      </w:r>
      <w:proofErr w:type="gramStart"/>
      <w:r>
        <w:t>have to</w:t>
      </w:r>
      <w:proofErr w:type="gramEnd"/>
      <w:r>
        <w:t xml:space="preserve"> cut out your monkeyshine, cut out your stupid silly behavior. Get ready to put that silly </w:t>
      </w:r>
      <w:proofErr w:type="spellStart"/>
      <w:r>
        <w:t>behaviour</w:t>
      </w:r>
      <w:proofErr w:type="spellEnd"/>
      <w:r>
        <w:t xml:space="preserve"> behind yourself, stop </w:t>
      </w:r>
      <w:proofErr w:type="gramStart"/>
      <w:r>
        <w:t>all of</w:t>
      </w:r>
      <w:proofErr w:type="gramEnd"/>
      <w:r>
        <w:t xml:space="preserve"> that musical crazy fever that you got, get rid of that foolishness. Get your emotions into your own grip So you can stand on your feet like a man. </w:t>
      </w:r>
      <w:proofErr w:type="gramStart"/>
      <w:r>
        <w:t>That's</w:t>
      </w:r>
      <w:proofErr w:type="gramEnd"/>
      <w:r>
        <w:t xml:space="preserve"> a precious knowledge, the science. </w:t>
      </w:r>
      <w:proofErr w:type="gramStart"/>
      <w:r>
        <w:t>I'm</w:t>
      </w:r>
      <w:proofErr w:type="gramEnd"/>
      <w:r>
        <w:t xml:space="preserve"> not putting fancy terms to it like they do in the colleges. They put a lot of </w:t>
      </w:r>
      <w:proofErr w:type="gramStart"/>
      <w:r>
        <w:t>big long</w:t>
      </w:r>
      <w:proofErr w:type="gramEnd"/>
      <w:r>
        <w:t xml:space="preserve"> terms to it and call it by a lot of fancy long names, and give it to you under the heading of psychology, behavioral psychology, this kind of psychology, that kind of psychology. </w:t>
      </w:r>
      <w:proofErr w:type="gramStart"/>
      <w:r>
        <w:t>I'm</w:t>
      </w:r>
      <w:proofErr w:type="gramEnd"/>
      <w:r>
        <w:t xml:space="preserve"> giving it to you in simple language that you understand, but I'm giving you science. And </w:t>
      </w:r>
      <w:proofErr w:type="gramStart"/>
      <w:r>
        <w:t>that's</w:t>
      </w:r>
      <w:proofErr w:type="gramEnd"/>
      <w:r>
        <w:t xml:space="preserve"> what's needed to get our people up out of the rut that they've been in now, ever since they were free. </w:t>
      </w:r>
      <w:proofErr w:type="gramStart"/>
      <w:r>
        <w:t>Can't</w:t>
      </w:r>
      <w:proofErr w:type="gramEnd"/>
      <w:r>
        <w:t xml:space="preserve"> blame us for what happened during slavery time, we were in chains, we were slaves. </w:t>
      </w:r>
      <w:proofErr w:type="spellStart"/>
      <w:r>
        <w:t>BUt</w:t>
      </w:r>
      <w:proofErr w:type="spellEnd"/>
      <w:r>
        <w:t xml:space="preserve"> when freedom come a man should think for himself.</w:t>
      </w:r>
    </w:p>
    <w:p w14:paraId="7E09FB90" w14:textId="77777777" w:rsidR="004F6829" w:rsidRDefault="004F6829" w:rsidP="004F6829">
      <w:r>
        <w:t xml:space="preserve">1:01:14.3 IWDM: Shoe. Shoe. Shoe now, comes from the Egyptian mythological deity called Shu, but </w:t>
      </w:r>
      <w:proofErr w:type="gramStart"/>
      <w:r>
        <w:t>it's</w:t>
      </w:r>
      <w:proofErr w:type="gramEnd"/>
      <w:r>
        <w:t xml:space="preserve"> spelled S-H-U and that S-H-U is pronounced shoe. But tell me what make this pronounce shoe? No way to pronounce this shoe. </w:t>
      </w:r>
      <w:proofErr w:type="gramStart"/>
      <w:r>
        <w:t>There's</w:t>
      </w:r>
      <w:proofErr w:type="gramEnd"/>
      <w:r>
        <w:t xml:space="preserve"> not another word that I found, maybe you found one, I haven't, that spell like this and have a U sound. </w:t>
      </w:r>
      <w:proofErr w:type="gramStart"/>
      <w:r>
        <w:t>It's</w:t>
      </w:r>
      <w:proofErr w:type="gramEnd"/>
      <w:r>
        <w:t xml:space="preserve"> the only one that I found. S-H-O-E spells Shoe, how come when there is not a rule for it in the English language? Not a rule for it in English grammar, how come this word spells shoe? Because </w:t>
      </w:r>
      <w:proofErr w:type="gramStart"/>
      <w:r>
        <w:t>it's</w:t>
      </w:r>
      <w:proofErr w:type="gramEnd"/>
      <w:r>
        <w:t xml:space="preserve"> </w:t>
      </w:r>
      <w:proofErr w:type="spellStart"/>
      <w:r>
        <w:t>shu</w:t>
      </w:r>
      <w:proofErr w:type="spellEnd"/>
      <w:r>
        <w:t xml:space="preserve">, it's this </w:t>
      </w:r>
      <w:proofErr w:type="spellStart"/>
      <w:r>
        <w:t>shu</w:t>
      </w:r>
      <w:proofErr w:type="spellEnd"/>
      <w:r>
        <w:t xml:space="preserve">, and it's hidden by this spelling, it's hidden under this spelling, is this </w:t>
      </w:r>
      <w:proofErr w:type="spellStart"/>
      <w:r>
        <w:t>shu</w:t>
      </w:r>
      <w:proofErr w:type="spellEnd"/>
      <w:r>
        <w:t>. [chuckle] What was Shu now? Shu, let me take this off. Praise be to Allah.</w:t>
      </w:r>
    </w:p>
    <w:p w14:paraId="3018845C" w14:textId="77777777" w:rsidR="004F6829" w:rsidRDefault="004F6829" w:rsidP="004F6829">
      <w:r>
        <w:t>1:02:31.1 S2: Allahu Akbar.</w:t>
      </w:r>
    </w:p>
    <w:p w14:paraId="3DC6F840" w14:textId="77777777" w:rsidR="004F6829" w:rsidRDefault="004F6829" w:rsidP="004F6829">
      <w:r>
        <w:t xml:space="preserve">1:02:38.9 IWDM: Shu was a deity that was mythologically, that means </w:t>
      </w:r>
      <w:proofErr w:type="gramStart"/>
      <w:r>
        <w:t>it's</w:t>
      </w:r>
      <w:proofErr w:type="gramEnd"/>
      <w:r>
        <w:t xml:space="preserve"> not real, it's real only when you connect the imaginary thing with what really was meant by it, the mythological language with the actual language, that's when it's real, but it's not real in the mythological language. This deity by the name Shu, a man, was </w:t>
      </w:r>
      <w:proofErr w:type="gramStart"/>
      <w:r>
        <w:t>lift up</w:t>
      </w:r>
      <w:proofErr w:type="gramEnd"/>
      <w:r>
        <w:t xml:space="preserve"> to the sky, and formed the sky with his </w:t>
      </w:r>
      <w:r>
        <w:lastRenderedPageBreak/>
        <w:t xml:space="preserve">body being arched. His feet upon the Earth, his hands touching the ground, and the rest of his body arched to form the sky. This is mythology. </w:t>
      </w:r>
      <w:proofErr w:type="gramStart"/>
      <w:r>
        <w:t>So</w:t>
      </w:r>
      <w:proofErr w:type="gramEnd"/>
      <w:r>
        <w:t xml:space="preserve"> his body then represents what? The arch of the foot. What is it saying then? </w:t>
      </w:r>
      <w:proofErr w:type="gramStart"/>
      <w:r>
        <w:t>It's</w:t>
      </w:r>
      <w:proofErr w:type="gramEnd"/>
      <w:r>
        <w:t xml:space="preserve"> saying that the whole body is given to this sensitivity, given to sensitivity, the whole body. The hands touch the ground and the feet touch, the whole body is raised up, arched. </w:t>
      </w:r>
      <w:proofErr w:type="gramStart"/>
      <w:r>
        <w:t>So</w:t>
      </w:r>
      <w:proofErr w:type="gramEnd"/>
      <w:r>
        <w:t xml:space="preserve"> whereas in the symbol of the foot as we just gave it, the arch represents... The sensitive part of the bottom of our foot represents the sensitivities in the human being, here, the Egyptians had the </w:t>
      </w:r>
      <w:proofErr w:type="gramStart"/>
      <w:r>
        <w:t>whole body</w:t>
      </w:r>
      <w:proofErr w:type="gramEnd"/>
      <w:r>
        <w:t xml:space="preserve"> representing sensitivities, and it's true.</w:t>
      </w:r>
    </w:p>
    <w:p w14:paraId="32FB03CD" w14:textId="77777777" w:rsidR="004F6829" w:rsidRDefault="004F6829" w:rsidP="004F6829">
      <w:r>
        <w:t>1:04:25.2 IWDM: When you become a glutton and get real fat and ugly against your will or against your wishes, wasn't it your body? Its sensitivity? Its hunger for more and more and more and you catering to it, right?</w:t>
      </w:r>
    </w:p>
    <w:p w14:paraId="02700715" w14:textId="77777777" w:rsidR="004F6829" w:rsidRDefault="004F6829" w:rsidP="004F6829">
      <w:r>
        <w:t>1:04:48.8 S2: That's right.</w:t>
      </w:r>
    </w:p>
    <w:p w14:paraId="200FA9AB" w14:textId="77777777" w:rsidR="004F6829" w:rsidRDefault="004F6829" w:rsidP="004F6829">
      <w:r>
        <w:t xml:space="preserve">1:04:49.0 IWDM: Yes. Some of us like to be tickled under the foot. Some kids, "Don't do that. Don't do that." Then some like it, "Do that again. Do that again. Do that again. [laughter]" And you stop, "Do that again," right? Yeah, so </w:t>
      </w:r>
      <w:proofErr w:type="gramStart"/>
      <w:r>
        <w:t>it's</w:t>
      </w:r>
      <w:proofErr w:type="gramEnd"/>
      <w:r>
        <w:t xml:space="preserve"> different. Then some of us, we just want somebody to rub us on our nose, "Hey, rub me on our nose. [laughter]" They got all kind of fetishes and freaks and things. Right? Yeah, you know it. [laughter] Yeah, so shoe then is... Shoe then represents... The shoe on your foot, represents the cultural cover, the cultural protection for your basic nature. The cultural protection that covers it, protects it. And its purpose is to lift those basic sensitivities, fundamental sensitivities in you, to lift them or take them out of contact with the ground so that they </w:t>
      </w:r>
      <w:proofErr w:type="gramStart"/>
      <w:r>
        <w:t>won't</w:t>
      </w:r>
      <w:proofErr w:type="gramEnd"/>
      <w:r>
        <w:t xml:space="preserve"> be influenced by materialism or by material appetite.</w:t>
      </w:r>
    </w:p>
    <w:p w14:paraId="7F552A81" w14:textId="77777777" w:rsidR="004F6829" w:rsidRDefault="004F6829" w:rsidP="004F6829">
      <w:r>
        <w:t xml:space="preserve">1:06:37.5 IWDM: Now, you who are my age and older, you will agree with me that the church, for most of our people when we were youngsters put our minds up in the sky and separated conscience from material development. It was a place where you went to hear the talk about this </w:t>
      </w:r>
      <w:proofErr w:type="gramStart"/>
      <w:r>
        <w:t>doesn't</w:t>
      </w:r>
      <w:proofErr w:type="gramEnd"/>
      <w:r>
        <w:t xml:space="preserve"> matter. The material world </w:t>
      </w:r>
      <w:proofErr w:type="gramStart"/>
      <w:r>
        <w:t>doesn't</w:t>
      </w:r>
      <w:proofErr w:type="gramEnd"/>
      <w:r>
        <w:t xml:space="preserve"> matter. You can have this whole world, just give me Jesus. You all remember that song? You can have the whole world, just give me Jesus. Now, that was a big, big ass tune. That man nasty mouth. I said a big, big donkey tune, </w:t>
      </w:r>
      <w:proofErr w:type="gramStart"/>
      <w:r>
        <w:t>you</w:t>
      </w:r>
      <w:proofErr w:type="gramEnd"/>
      <w:r>
        <w:t xml:space="preserve"> nasty mouth. We </w:t>
      </w:r>
      <w:proofErr w:type="gramStart"/>
      <w:r>
        <w:t>don't</w:t>
      </w:r>
      <w:proofErr w:type="gramEnd"/>
      <w:r>
        <w:t xml:space="preserve"> want Sabbath to go off the board yet. Yes, so </w:t>
      </w:r>
      <w:proofErr w:type="gramStart"/>
      <w:r>
        <w:t>that's</w:t>
      </w:r>
      <w:proofErr w:type="gramEnd"/>
      <w:r>
        <w:t xml:space="preserve"> shoeing now, shoe, shoe, shoe. Shoofly pie in the buttermilk. You shoo flies according to that </w:t>
      </w:r>
      <w:proofErr w:type="gramStart"/>
      <w:r>
        <w:t>particular song</w:t>
      </w:r>
      <w:proofErr w:type="gramEnd"/>
      <w:r>
        <w:t xml:space="preserve">. Shoofly, shoofly pie. No, shoofly... Shoofly pie, yeah, in the buttermilk. Yes, </w:t>
      </w:r>
      <w:proofErr w:type="gramStart"/>
      <w:r>
        <w:t>that's</w:t>
      </w:r>
      <w:proofErr w:type="gramEnd"/>
      <w:r>
        <w:t xml:space="preserve"> how it goes. </w:t>
      </w:r>
      <w:proofErr w:type="gramStart"/>
      <w:r>
        <w:t>So</w:t>
      </w:r>
      <w:proofErr w:type="gramEnd"/>
      <w:r>
        <w:t xml:space="preserve"> they connect flies with shoe right? </w:t>
      </w:r>
      <w:proofErr w:type="gramStart"/>
      <w:r>
        <w:t>So</w:t>
      </w:r>
      <w:proofErr w:type="gramEnd"/>
      <w:r>
        <w:t xml:space="preserve"> they </w:t>
      </w:r>
      <w:proofErr w:type="spellStart"/>
      <w:r>
        <w:t>sayin</w:t>
      </w:r>
      <w:proofErr w:type="spellEnd"/>
      <w:r>
        <w:t xml:space="preserve">, now look, we have some masses, some of these... The masses now, the common people. </w:t>
      </w:r>
      <w:proofErr w:type="gramStart"/>
      <w:r>
        <w:t>They're</w:t>
      </w:r>
      <w:proofErr w:type="gramEnd"/>
      <w:r>
        <w:t xml:space="preserve"> getting... </w:t>
      </w:r>
      <w:proofErr w:type="gramStart"/>
      <w:r>
        <w:t>So</w:t>
      </w:r>
      <w:proofErr w:type="gramEnd"/>
      <w:r>
        <w:t xml:space="preserve"> they don't appreciate fresh milk, they like sour milk.</w:t>
      </w:r>
    </w:p>
    <w:p w14:paraId="7143C4D1" w14:textId="77777777" w:rsidR="004F6829" w:rsidRDefault="004F6829" w:rsidP="004F6829">
      <w:r>
        <w:t xml:space="preserve">1:08:48.9 IWDM: They have become flies. </w:t>
      </w:r>
      <w:proofErr w:type="gramStart"/>
      <w:r>
        <w:t>So</w:t>
      </w:r>
      <w:proofErr w:type="gramEnd"/>
      <w:r>
        <w:t xml:space="preserve"> </w:t>
      </w:r>
      <w:proofErr w:type="spellStart"/>
      <w:r>
        <w:t>hell</w:t>
      </w:r>
      <w:proofErr w:type="spellEnd"/>
      <w:r>
        <w:t xml:space="preserve"> get some new shoes for '</w:t>
      </w:r>
      <w:proofErr w:type="spellStart"/>
      <w:r>
        <w:t>em</w:t>
      </w:r>
      <w:proofErr w:type="spellEnd"/>
      <w:r>
        <w:t xml:space="preserve">. That mean you </w:t>
      </w:r>
      <w:proofErr w:type="spellStart"/>
      <w:r>
        <w:t>gonna</w:t>
      </w:r>
      <w:proofErr w:type="spellEnd"/>
      <w:r>
        <w:t xml:space="preserve"> step up the shoe process. Shoofly pie in the buttermilk. You </w:t>
      </w:r>
      <w:proofErr w:type="gramStart"/>
      <w:r>
        <w:t>don't</w:t>
      </w:r>
      <w:proofErr w:type="gramEnd"/>
      <w:r>
        <w:t xml:space="preserve"> believe it? Their songs tell you </w:t>
      </w:r>
      <w:proofErr w:type="gramStart"/>
      <w:r>
        <w:t>what's</w:t>
      </w:r>
      <w:proofErr w:type="gramEnd"/>
      <w:r>
        <w:t xml:space="preserve"> on their mind. But we write those songs. You </w:t>
      </w:r>
      <w:proofErr w:type="gramStart"/>
      <w:r>
        <w:t>don't</w:t>
      </w:r>
      <w:proofErr w:type="gramEnd"/>
      <w:r>
        <w:t xml:space="preserve"> write nothing. You write and </w:t>
      </w:r>
      <w:r>
        <w:lastRenderedPageBreak/>
        <w:t xml:space="preserve">you present it to </w:t>
      </w:r>
      <w:proofErr w:type="gramStart"/>
      <w:r>
        <w:t>them</w:t>
      </w:r>
      <w:proofErr w:type="gramEnd"/>
      <w:r>
        <w:t xml:space="preserve"> and they look at it. If they </w:t>
      </w:r>
      <w:proofErr w:type="gramStart"/>
      <w:r>
        <w:t>can't</w:t>
      </w:r>
      <w:proofErr w:type="gramEnd"/>
      <w:r>
        <w:t xml:space="preserve"> revise it to suit them, they throw it away, and most of what you bring they tell you they can't use it. Yeah, one of Stevie Wonder's numbers. I heard the verse to it, and from the pulpit I told the people, I said, "They didn't write this number," I said, "I know he didn't write this number." I said, "Go enquire." For a long </w:t>
      </w:r>
      <w:proofErr w:type="gramStart"/>
      <w:r>
        <w:t>time</w:t>
      </w:r>
      <w:proofErr w:type="gramEnd"/>
      <w:r>
        <w:t xml:space="preserve"> nobody said anything, but finally a young brother came to me, he said, "Brother Imam, I found it, you were right. They </w:t>
      </w:r>
      <w:proofErr w:type="gramStart"/>
      <w:r>
        <w:t>didn't</w:t>
      </w:r>
      <w:proofErr w:type="gramEnd"/>
      <w:r>
        <w:t xml:space="preserve">... This is the only number on the LP that they didn't write." You think </w:t>
      </w:r>
      <w:proofErr w:type="gramStart"/>
      <w:r>
        <w:t>that's</w:t>
      </w:r>
      <w:proofErr w:type="gramEnd"/>
      <w:r>
        <w:t xml:space="preserve"> an accident? How I recognize the only number on the LP that they </w:t>
      </w:r>
      <w:proofErr w:type="gramStart"/>
      <w:r>
        <w:t>didn't</w:t>
      </w:r>
      <w:proofErr w:type="gramEnd"/>
      <w:r>
        <w:t xml:space="preserve"> write, because I know they didn't have that in mind to do it. Shoe, shoe.</w:t>
      </w:r>
    </w:p>
    <w:p w14:paraId="408E19B5" w14:textId="77777777" w:rsidR="004F6829" w:rsidRDefault="004F6829" w:rsidP="004F6829">
      <w:r>
        <w:t xml:space="preserve">1:10:26.2 IWDM: Alright, </w:t>
      </w:r>
      <w:proofErr w:type="gramStart"/>
      <w:r>
        <w:t>let's</w:t>
      </w:r>
      <w:proofErr w:type="gramEnd"/>
      <w:r>
        <w:t xml:space="preserve"> see. </w:t>
      </w:r>
      <w:proofErr w:type="gramStart"/>
      <w:r>
        <w:t>I'm</w:t>
      </w:r>
      <w:proofErr w:type="gramEnd"/>
      <w:r>
        <w:t xml:space="preserve"> </w:t>
      </w:r>
      <w:proofErr w:type="spellStart"/>
      <w:r>
        <w:t>rying</w:t>
      </w:r>
      <w:proofErr w:type="spellEnd"/>
      <w:r>
        <w:t xml:space="preserve"> to save time. Got a lot of it we just skip over, but we can catch it in another way. Tie it to something else to save time.</w:t>
      </w:r>
    </w:p>
    <w:p w14:paraId="26FECAE2" w14:textId="77777777" w:rsidR="004F6829" w:rsidRDefault="004F6829" w:rsidP="004F6829">
      <w:r>
        <w:t xml:space="preserve">1:11:00.2 IWDM: Alright. Now, </w:t>
      </w:r>
      <w:proofErr w:type="gramStart"/>
      <w:r>
        <w:t>let's</w:t>
      </w:r>
      <w:proofErr w:type="gramEnd"/>
      <w:r>
        <w:t xml:space="preserve"> put the Arabic term for shoe on the board. </w:t>
      </w:r>
      <w:proofErr w:type="gramStart"/>
      <w:r>
        <w:t>It's</w:t>
      </w:r>
      <w:proofErr w:type="gramEnd"/>
      <w:r>
        <w:t xml:space="preserve"> [Arabic]. Shoe </w:t>
      </w:r>
      <w:proofErr w:type="gramStart"/>
      <w:r>
        <w:t>that's</w:t>
      </w:r>
      <w:proofErr w:type="gramEnd"/>
      <w:r>
        <w:t xml:space="preserve"> used in the Qur'an, for the shoes that Moses was told to take off when he came to Sinai the holy mountain. The word for that in the Qur'an is "</w:t>
      </w:r>
      <w:proofErr w:type="spellStart"/>
      <w:r>
        <w:t>na</w:t>
      </w:r>
      <w:proofErr w:type="spellEnd"/>
      <w:r>
        <w:t xml:space="preserve"> lay ka." Your shoes. The Bible says shoe, and </w:t>
      </w:r>
      <w:proofErr w:type="gramStart"/>
      <w:r>
        <w:t>I've</w:t>
      </w:r>
      <w:proofErr w:type="gramEnd"/>
      <w:r>
        <w:t xml:space="preserve"> connected English shoe with its meaning. Whether you accept it or not, </w:t>
      </w:r>
      <w:proofErr w:type="gramStart"/>
      <w:r>
        <w:t>I've</w:t>
      </w:r>
      <w:proofErr w:type="gramEnd"/>
      <w:r>
        <w:t xml:space="preserve"> done it. By the help of G-d, </w:t>
      </w:r>
      <w:proofErr w:type="gramStart"/>
      <w:r>
        <w:t>we've</w:t>
      </w:r>
      <w:proofErr w:type="gramEnd"/>
      <w:r>
        <w:t xml:space="preserve"> done it. Now, </w:t>
      </w:r>
      <w:proofErr w:type="gramStart"/>
      <w:r>
        <w:t>let's</w:t>
      </w:r>
      <w:proofErr w:type="gramEnd"/>
      <w:r>
        <w:t xml:space="preserve"> see this one, </w:t>
      </w:r>
      <w:proofErr w:type="spellStart"/>
      <w:r>
        <w:t>nalayka</w:t>
      </w:r>
      <w:proofErr w:type="spellEnd"/>
      <w:r>
        <w:t xml:space="preserve">, your shoes. Allah said to Moses. "You are on the Sacred Valley, holy valley of </w:t>
      </w:r>
      <w:proofErr w:type="spellStart"/>
      <w:r>
        <w:t>Tuwa</w:t>
      </w:r>
      <w:proofErr w:type="spellEnd"/>
      <w:r>
        <w:t xml:space="preserve">." Told him to take off your shoes, </w:t>
      </w:r>
      <w:proofErr w:type="spellStart"/>
      <w:r>
        <w:t>nalayka</w:t>
      </w:r>
      <w:proofErr w:type="spellEnd"/>
      <w:r>
        <w:t xml:space="preserve">. Alright? Now, you got that down. We take it off (the blackboard). Qur'an is the book that makes clear. Now </w:t>
      </w:r>
      <w:proofErr w:type="gramStart"/>
      <w:r>
        <w:t>we're</w:t>
      </w:r>
      <w:proofErr w:type="gramEnd"/>
      <w:r>
        <w:t xml:space="preserve"> </w:t>
      </w:r>
      <w:proofErr w:type="spellStart"/>
      <w:r>
        <w:t>gonna</w:t>
      </w:r>
      <w:proofErr w:type="spellEnd"/>
      <w:r>
        <w:t xml:space="preserve"> really learn what the Qur'an says about shoes. And you see, you got your shoes off in here, right?</w:t>
      </w:r>
    </w:p>
    <w:p w14:paraId="578AFADB" w14:textId="77777777" w:rsidR="004F6829" w:rsidRDefault="004F6829" w:rsidP="004F6829">
      <w:r>
        <w:t xml:space="preserve">Alright, the word shoe that is used in the Quran is for animal shoes. For animal shoes. The shoe that the blacksmith put on the horse. But </w:t>
      </w:r>
      <w:proofErr w:type="gramStart"/>
      <w:r>
        <w:t>actually</w:t>
      </w:r>
      <w:proofErr w:type="gramEnd"/>
      <w:r>
        <w:t xml:space="preserve"> it refers directly to the horse, what do you call, hoofs? Hoofs. His hoofs. They are called..."</w:t>
      </w:r>
      <w:proofErr w:type="spellStart"/>
      <w:r>
        <w:t>na'alay</w:t>
      </w:r>
      <w:proofErr w:type="spellEnd"/>
      <w:r>
        <w:t xml:space="preserve"> al-</w:t>
      </w:r>
      <w:proofErr w:type="spellStart"/>
      <w:r>
        <w:t>fard</w:t>
      </w:r>
      <w:proofErr w:type="spellEnd"/>
      <w:r>
        <w:t>."</w:t>
      </w:r>
    </w:p>
    <w:p w14:paraId="1D8C31D3" w14:textId="77777777" w:rsidR="004F6829" w:rsidRDefault="004F6829" w:rsidP="004F6829">
      <w:r>
        <w:t>[foreign language]</w:t>
      </w:r>
    </w:p>
    <w:p w14:paraId="5499387D" w14:textId="77777777" w:rsidR="004F6829" w:rsidRDefault="004F6829" w:rsidP="004F6829">
      <w:r>
        <w:t>1:13:45.6 IWDM: Horseshoes or hoofs. Horse hoofs.</w:t>
      </w:r>
    </w:p>
    <w:p w14:paraId="7BFE77A1" w14:textId="77777777" w:rsidR="004F6829" w:rsidRDefault="004F6829" w:rsidP="004F6829">
      <w:r>
        <w:t>[foreign language]</w:t>
      </w:r>
    </w:p>
    <w:p w14:paraId="7B3E5027" w14:textId="77777777" w:rsidR="004F6829" w:rsidRDefault="004F6829" w:rsidP="004F6829">
      <w:r>
        <w:t xml:space="preserve">1:13:54.7 IWDM: That's horseshoe. And Moses had on </w:t>
      </w:r>
      <w:proofErr w:type="gramStart"/>
      <w:r>
        <w:t>horseshoes, when</w:t>
      </w:r>
      <w:proofErr w:type="gramEnd"/>
      <w:r>
        <w:t xml:space="preserve"> he came to the sacred valley. And G-d </w:t>
      </w:r>
      <w:proofErr w:type="gramStart"/>
      <w:r>
        <w:t>said</w:t>
      </w:r>
      <w:proofErr w:type="gramEnd"/>
      <w:r>
        <w:t xml:space="preserve"> "take off those shoes, you're on sacred ground, the sacred ground of </w:t>
      </w:r>
      <w:proofErr w:type="spellStart"/>
      <w:r>
        <w:t>Tuwa</w:t>
      </w:r>
      <w:proofErr w:type="spellEnd"/>
      <w:r>
        <w:t>." The Bible says it too right, but the Quran uses language that makes us understand better. Now, in mythology, they have the principle in a depiction. In a drawing. They got human beings with animal lower parts, and animal hoofs for feet. Right?</w:t>
      </w:r>
    </w:p>
    <w:p w14:paraId="2FCCEF9C" w14:textId="77777777" w:rsidR="004F6829" w:rsidRDefault="004F6829" w:rsidP="004F6829">
      <w:r>
        <w:t xml:space="preserve">1:14:37.3 IWDM: </w:t>
      </w:r>
      <w:proofErr w:type="gramStart"/>
      <w:r>
        <w:t>So</w:t>
      </w:r>
      <w:proofErr w:type="gramEnd"/>
      <w:r>
        <w:t xml:space="preserve"> what is mythology saying, making a human being with a lower part of an animal and hoofs for feet? </w:t>
      </w:r>
      <w:proofErr w:type="gramStart"/>
      <w:r>
        <w:t>They're</w:t>
      </w:r>
      <w:proofErr w:type="gramEnd"/>
      <w:r>
        <w:t xml:space="preserve"> saying that those human beings have lost their basic senses. And they are associated with what? The woods life, the woods life. The uncultured, uncivilized </w:t>
      </w:r>
      <w:r>
        <w:lastRenderedPageBreak/>
        <w:t xml:space="preserve">world, right? Yes. And they fled civilization. [laughter] And they put you on high heels like hoofs about five or ten years ago, didn't they? And some of you are still jacked up. Like centaurs. Right? Yeah, </w:t>
      </w:r>
      <w:proofErr w:type="gramStart"/>
      <w:r>
        <w:t>that's</w:t>
      </w:r>
      <w:proofErr w:type="gramEnd"/>
      <w:r>
        <w:t xml:space="preserve"> what they call them in mythology. Centaurs. Jacked up on your feet like centaurs. And walking like centaurs, their heels so big and heavy and high they </w:t>
      </w:r>
      <w:proofErr w:type="gramStart"/>
      <w:r>
        <w:t>can't</w:t>
      </w:r>
      <w:proofErr w:type="gramEnd"/>
      <w:r>
        <w:t xml:space="preserve"> walk naturally. They walk like centaurs and think they so cool and hip. "Hey baby, what's happening baby... What's going on man?"</w:t>
      </w:r>
    </w:p>
    <w:p w14:paraId="78CAFF9A" w14:textId="77777777" w:rsidR="004F6829" w:rsidRDefault="004F6829" w:rsidP="004F6829">
      <w:r>
        <w:t>[laughter]</w:t>
      </w:r>
    </w:p>
    <w:p w14:paraId="46B176A9" w14:textId="77777777" w:rsidR="004F6829" w:rsidRDefault="004F6829" w:rsidP="004F6829">
      <w:r>
        <w:t xml:space="preserve">1:15:50.6 IWDM: All jacked up like a centaur, on some big old hoofs. Big </w:t>
      </w:r>
      <w:proofErr w:type="gramStart"/>
      <w:r>
        <w:t>old elevated</w:t>
      </w:r>
      <w:proofErr w:type="gramEnd"/>
      <w:r>
        <w:t xml:space="preserve"> hoofs. And walking half bit legged, like a horse standing up on his hind. You should hate that this world </w:t>
      </w:r>
      <w:proofErr w:type="gramStart"/>
      <w:r>
        <w:t>make</w:t>
      </w:r>
      <w:proofErr w:type="gramEnd"/>
      <w:r>
        <w:t xml:space="preserve"> a fool out of you like that, that shows you what they care about you. They </w:t>
      </w:r>
      <w:proofErr w:type="gramStart"/>
      <w:r>
        <w:t>don't</w:t>
      </w:r>
      <w:proofErr w:type="gramEnd"/>
      <w:r>
        <w:t xml:space="preserve"> care nothing about you. You </w:t>
      </w:r>
      <w:proofErr w:type="spellStart"/>
      <w:r>
        <w:t>ain't</w:t>
      </w:r>
      <w:proofErr w:type="spellEnd"/>
      <w:r>
        <w:t xml:space="preserve"> nothing to them. "Oh, I'm a person". What is person? "Oh, I'm a soul of G-d". What is that? In our religion </w:t>
      </w:r>
      <w:proofErr w:type="gramStart"/>
      <w:r>
        <w:t>that's</w:t>
      </w:r>
      <w:proofErr w:type="gramEnd"/>
      <w:r>
        <w:t xml:space="preserve"> precious, but for this world it's nothing. You know what they call your soul, your person? A worthless thing. And I have script in history to back up what </w:t>
      </w:r>
      <w:proofErr w:type="gramStart"/>
      <w:r>
        <w:t>I'm</w:t>
      </w:r>
      <w:proofErr w:type="gramEnd"/>
      <w:r>
        <w:t xml:space="preserve"> saying. They call it a worthless thing. But they want slaves. </w:t>
      </w:r>
      <w:proofErr w:type="gramStart"/>
      <w:r>
        <w:t>That's</w:t>
      </w:r>
      <w:proofErr w:type="gramEnd"/>
      <w:r>
        <w:t xml:space="preserve"> what precious to them "Bring me a man that would do what I say, that won't question me. </w:t>
      </w:r>
      <w:proofErr w:type="gramStart"/>
      <w:r>
        <w:t>Won't</w:t>
      </w:r>
      <w:proofErr w:type="gramEnd"/>
      <w:r>
        <w:t xml:space="preserve"> let his principles or his morals or his religion interfere in what I want him to do. Bring me that man, he is worthy, he is worthwhile. He is precious."</w:t>
      </w:r>
    </w:p>
    <w:p w14:paraId="3285E96D" w14:textId="77777777" w:rsidR="004F6829" w:rsidRDefault="004F6829" w:rsidP="004F6829">
      <w:r>
        <w:t xml:space="preserve">1:17:11.6 IWDM: Isn't that what they say? Yes. But bring them somebody </w:t>
      </w:r>
      <w:proofErr w:type="gramStart"/>
      <w:r>
        <w:t>that's</w:t>
      </w:r>
      <w:proofErr w:type="gramEnd"/>
      <w:r>
        <w:t xml:space="preserve"> morally upright, conscientious, true, truthful? No, </w:t>
      </w:r>
      <w:proofErr w:type="gramStart"/>
      <w:r>
        <w:t>can't</w:t>
      </w:r>
      <w:proofErr w:type="gramEnd"/>
      <w:r>
        <w:t xml:space="preserve"> use him. They look at you and say "Oh shoot. Old goody </w:t>
      </w:r>
      <w:proofErr w:type="spellStart"/>
      <w:r>
        <w:t>goody</w:t>
      </w:r>
      <w:proofErr w:type="spellEnd"/>
      <w:r>
        <w:t xml:space="preserve"> </w:t>
      </w:r>
      <w:proofErr w:type="gramStart"/>
      <w:r>
        <w:t>bastard</w:t>
      </w:r>
      <w:proofErr w:type="gramEnd"/>
      <w:r>
        <w:t xml:space="preserve">". You know what they say. Goody </w:t>
      </w:r>
      <w:proofErr w:type="spellStart"/>
      <w:r>
        <w:t>goody</w:t>
      </w:r>
      <w:proofErr w:type="spellEnd"/>
      <w:r>
        <w:t xml:space="preserve"> </w:t>
      </w:r>
      <w:proofErr w:type="gramStart"/>
      <w:r>
        <w:t>bastard</w:t>
      </w:r>
      <w:proofErr w:type="gramEnd"/>
      <w:r>
        <w:t xml:space="preserve">. And you might have a lot on the ball, you might can make his thing much greater than it is. But he </w:t>
      </w:r>
      <w:proofErr w:type="gramStart"/>
      <w:r>
        <w:t>doesn't</w:t>
      </w:r>
      <w:proofErr w:type="gramEnd"/>
      <w:r>
        <w:t xml:space="preserve"> want you, because you are going to shine on his evil, wicked, corrupt, rotten, fucking ways, and he don't want you bothering his conscience. </w:t>
      </w:r>
      <w:proofErr w:type="gramStart"/>
      <w:r>
        <w:t>So</w:t>
      </w:r>
      <w:proofErr w:type="gramEnd"/>
      <w:r>
        <w:t xml:space="preserve"> he hates your presence, hates your presence.</w:t>
      </w:r>
    </w:p>
    <w:p w14:paraId="27B28BAF" w14:textId="77777777" w:rsidR="004F6829" w:rsidRDefault="004F6829" w:rsidP="004F6829">
      <w:r>
        <w:t>1:18:01.2 IWDM: But we find our comfort in the Lord.</w:t>
      </w:r>
    </w:p>
    <w:p w14:paraId="707C9CE6" w14:textId="77777777" w:rsidR="004F6829" w:rsidRDefault="004F6829" w:rsidP="004F6829">
      <w:r>
        <w:t xml:space="preserve">1:18:06.2 S2: Yeah, </w:t>
      </w:r>
      <w:proofErr w:type="gramStart"/>
      <w:r>
        <w:t>that's</w:t>
      </w:r>
      <w:proofErr w:type="gramEnd"/>
      <w:r>
        <w:t xml:space="preserve"> right.</w:t>
      </w:r>
    </w:p>
    <w:p w14:paraId="3C95F554" w14:textId="77777777" w:rsidR="004F6829" w:rsidRDefault="004F6829" w:rsidP="004F6829">
      <w:r>
        <w:t xml:space="preserve">1:18:09.1 IWDM: And we are dignified. They deny us natural rational basis, that we need </w:t>
      </w:r>
      <w:proofErr w:type="gramStart"/>
      <w:r>
        <w:t>in order to</w:t>
      </w:r>
      <w:proofErr w:type="gramEnd"/>
      <w:r>
        <w:t xml:space="preserve"> survive in this life. </w:t>
      </w:r>
      <w:proofErr w:type="gramStart"/>
      <w:r>
        <w:t>It's</w:t>
      </w:r>
      <w:proofErr w:type="gramEnd"/>
      <w:r>
        <w:t xml:space="preserve"> terrible. Shoe in </w:t>
      </w:r>
      <w:proofErr w:type="spellStart"/>
      <w:proofErr w:type="gramStart"/>
      <w:r>
        <w:t>it's</w:t>
      </w:r>
      <w:proofErr w:type="spellEnd"/>
      <w:proofErr w:type="gramEnd"/>
      <w:r>
        <w:t xml:space="preserve"> good meaning. Shoe in </w:t>
      </w:r>
      <w:proofErr w:type="spellStart"/>
      <w:proofErr w:type="gramStart"/>
      <w:r>
        <w:t>it's</w:t>
      </w:r>
      <w:proofErr w:type="spellEnd"/>
      <w:proofErr w:type="gramEnd"/>
      <w:r>
        <w:t xml:space="preserve"> good meaning, what does it mean? In </w:t>
      </w:r>
      <w:proofErr w:type="spellStart"/>
      <w:proofErr w:type="gramStart"/>
      <w:r>
        <w:t>it's</w:t>
      </w:r>
      <w:proofErr w:type="spellEnd"/>
      <w:proofErr w:type="gramEnd"/>
      <w:r>
        <w:t xml:space="preserve"> good meaning, it means that you have now developed a protection for your sensitivities. In </w:t>
      </w:r>
      <w:proofErr w:type="spellStart"/>
      <w:proofErr w:type="gramStart"/>
      <w:r>
        <w:t>it's</w:t>
      </w:r>
      <w:proofErr w:type="spellEnd"/>
      <w:proofErr w:type="gramEnd"/>
      <w:r>
        <w:t xml:space="preserve"> good sense, it means that you have now a protection for your sensitivities. Now, the shoe is usually made of what the animal hide and most shoes, historically, have been made from the cowhide, cowhide. Yes. And the Quran tells us how the cowhide was used to bring the man that was slain back to life. Says, take a piece of the hide and strike him with it, and they did it, and he came back to life.</w:t>
      </w:r>
    </w:p>
    <w:p w14:paraId="4D7C7762" w14:textId="77777777" w:rsidR="004F6829" w:rsidRDefault="004F6829" w:rsidP="004F6829">
      <w:r>
        <w:lastRenderedPageBreak/>
        <w:t xml:space="preserve">1:19:45.8 IWDM: It means taking the knowledge of sense, sensitivity in you and showing it to you dead. You have seen it alive. Showing it to you dead and explaining to you that your senses are good dying to the right thing. Your senses should be dead to things that will corrupt you. So </w:t>
      </w:r>
      <w:proofErr w:type="gramStart"/>
      <w:r>
        <w:t>that's</w:t>
      </w:r>
      <w:proofErr w:type="gramEnd"/>
      <w:r>
        <w:t xml:space="preserve"> the good shoe, isn't it? </w:t>
      </w:r>
      <w:proofErr w:type="gramStart"/>
      <w:r>
        <w:t>That's</w:t>
      </w:r>
      <w:proofErr w:type="gramEnd"/>
      <w:r>
        <w:t xml:space="preserve"> the good shoe. Where dead senses to those things that on the ground, on the gutter level, that will corrupt me. But there is also a danger here. Some people </w:t>
      </w:r>
      <w:proofErr w:type="gramStart"/>
      <w:r>
        <w:t>have an inclination to</w:t>
      </w:r>
      <w:proofErr w:type="gramEnd"/>
      <w:r>
        <w:t xml:space="preserve"> give themselves to the bad things, to the corrupt things, and they become a shoe against good influences. Right? Yes. They become insensitive to good influences because their heart is in the bad influences. </w:t>
      </w:r>
      <w:proofErr w:type="gramStart"/>
      <w:r>
        <w:t>So</w:t>
      </w:r>
      <w:proofErr w:type="gramEnd"/>
      <w:r>
        <w:t xml:space="preserve"> then we have to tell them, take off those shoes. You got on the wrong shoe. </w:t>
      </w:r>
      <w:proofErr w:type="gramStart"/>
      <w:r>
        <w:t>That's</w:t>
      </w:r>
      <w:proofErr w:type="gramEnd"/>
      <w:r>
        <w:t xml:space="preserve"> not your shoe. World gave you that shoe.</w:t>
      </w:r>
    </w:p>
    <w:p w14:paraId="104D9A9A" w14:textId="77777777" w:rsidR="004F6829" w:rsidRDefault="004F6829" w:rsidP="004F6829">
      <w:r>
        <w:t xml:space="preserve">1:21:03.1 IWDM: The horse's shoe is natural, nobody made it for him. The horse's shoe is a hoof that grows naturally but it grows so long it makes it awkward for the horse to do the things the rider want him to do. </w:t>
      </w:r>
      <w:proofErr w:type="gramStart"/>
      <w:r>
        <w:t>So</w:t>
      </w:r>
      <w:proofErr w:type="gramEnd"/>
      <w:r>
        <w:t xml:space="preserve"> the rider have to cut down his hoofs and then shoe him with steel. [chuckle] Right? And you know he </w:t>
      </w:r>
      <w:proofErr w:type="gramStart"/>
      <w:r>
        <w:t>playing</w:t>
      </w:r>
      <w:proofErr w:type="gramEnd"/>
      <w:r>
        <w:t xml:space="preserve"> with two piece of steel. [laughter] That Jacobite, </w:t>
      </w:r>
      <w:proofErr w:type="gramStart"/>
      <w:r>
        <w:t>that's</w:t>
      </w:r>
      <w:proofErr w:type="gramEnd"/>
      <w:r>
        <w:t xml:space="preserve"> his toy, steel. </w:t>
      </w:r>
      <w:proofErr w:type="gramStart"/>
      <w:r>
        <w:t>So</w:t>
      </w:r>
      <w:proofErr w:type="gramEnd"/>
      <w:r>
        <w:t xml:space="preserve"> he take and make </w:t>
      </w:r>
      <w:proofErr w:type="spellStart"/>
      <w:r>
        <w:t>a</w:t>
      </w:r>
      <w:proofErr w:type="spellEnd"/>
      <w:r>
        <w:t xml:space="preserve"> iron shoe or a steel shoe. He makes an arc out of it, he arcs it. Right? Yes.</w:t>
      </w:r>
    </w:p>
    <w:p w14:paraId="45EFA2C4" w14:textId="77777777" w:rsidR="004F6829" w:rsidRDefault="004F6829" w:rsidP="004F6829">
      <w:r>
        <w:t xml:space="preserve">1:21:53.1 IWDM: They call it a U. I don't know how you spell </w:t>
      </w:r>
      <w:proofErr w:type="gramStart"/>
      <w:r>
        <w:t>it</w:t>
      </w:r>
      <w:proofErr w:type="gramEnd"/>
      <w:r>
        <w:t xml:space="preserve"> but I spell it like this because this is who it's for. E-W-E. Now, </w:t>
      </w:r>
      <w:proofErr w:type="gramStart"/>
      <w:r>
        <w:t>isn't</w:t>
      </w:r>
      <w:proofErr w:type="gramEnd"/>
      <w:r>
        <w:t xml:space="preserve"> that a weird spelling for U. And you know what it means? Sheep. Innocent little lamb. And Mary had a little lamb. And everywhere she went, that little lamb was sure to go. Because it </w:t>
      </w:r>
      <w:proofErr w:type="gramStart"/>
      <w:r>
        <w:t>didn't</w:t>
      </w:r>
      <w:proofErr w:type="gramEnd"/>
      <w:r>
        <w:t xml:space="preserve"> have no damn sense of its own. Here </w:t>
      </w:r>
      <w:proofErr w:type="gramStart"/>
      <w:r>
        <w:t>we're</w:t>
      </w:r>
      <w:proofErr w:type="gramEnd"/>
      <w:r>
        <w:t xml:space="preserve"> going to close it out on this because we got another appointment in about 35 minutes. But I </w:t>
      </w:r>
      <w:proofErr w:type="gramStart"/>
      <w:r>
        <w:t>don't</w:t>
      </w:r>
      <w:proofErr w:type="gramEnd"/>
      <w:r>
        <w:t xml:space="preserve"> care, they can wait too. I </w:t>
      </w:r>
      <w:proofErr w:type="gramStart"/>
      <w:r>
        <w:t>wouldn't</w:t>
      </w:r>
      <w:proofErr w:type="gramEnd"/>
      <w:r>
        <w:t xml:space="preserve"> rush out on them.</w:t>
      </w:r>
    </w:p>
    <w:p w14:paraId="701F98B7" w14:textId="77777777" w:rsidR="004F6829" w:rsidRDefault="004F6829" w:rsidP="004F6829">
      <w:r>
        <w:t xml:space="preserve">1:23:11.8 IWDM: </w:t>
      </w:r>
      <w:proofErr w:type="gramStart"/>
      <w:r>
        <w:t>Let's</w:t>
      </w:r>
      <w:proofErr w:type="gramEnd"/>
      <w:r>
        <w:t xml:space="preserve"> put garden up here. Garden of Paradise. G-A-R-D-E-N is that how you spell that word? See, I </w:t>
      </w:r>
      <w:proofErr w:type="gramStart"/>
      <w:r>
        <w:t>don't</w:t>
      </w:r>
      <w:proofErr w:type="gramEnd"/>
      <w:r>
        <w:t xml:space="preserve"> know, I don't how to use these words. G-A-R-D-E-N, that's garden? </w:t>
      </w:r>
      <w:proofErr w:type="gramStart"/>
      <w:r>
        <w:t>Well</w:t>
      </w:r>
      <w:proofErr w:type="gramEnd"/>
      <w:r>
        <w:t xml:space="preserve"> I guess it is. I </w:t>
      </w:r>
      <w:proofErr w:type="gramStart"/>
      <w:r>
        <w:t>haven't</w:t>
      </w:r>
      <w:proofErr w:type="gramEnd"/>
      <w:r>
        <w:t xml:space="preserve"> seen it in a long time. [laughter] We </w:t>
      </w:r>
      <w:proofErr w:type="spellStart"/>
      <w:r>
        <w:t>wanna</w:t>
      </w:r>
      <w:proofErr w:type="spellEnd"/>
      <w:r>
        <w:t xml:space="preserve"> see it don't we? Good to look at again. Now </w:t>
      </w:r>
      <w:proofErr w:type="gramStart"/>
      <w:r>
        <w:t>let's</w:t>
      </w:r>
      <w:proofErr w:type="gramEnd"/>
      <w:r>
        <w:t xml:space="preserve"> go back to the garden. Eden or whatever you like to call it, </w:t>
      </w:r>
      <w:proofErr w:type="gramStart"/>
      <w:r>
        <w:t>it's</w:t>
      </w:r>
      <w:proofErr w:type="gramEnd"/>
      <w:r>
        <w:t xml:space="preserve"> the garden. </w:t>
      </w:r>
      <w:proofErr w:type="gramStart"/>
      <w:r>
        <w:t>Let's</w:t>
      </w:r>
      <w:proofErr w:type="gramEnd"/>
      <w:r>
        <w:t xml:space="preserve"> go back to the garden now. And trouble started when the rivers of the garden, went out from the garden and became heads. Right? Yeah. </w:t>
      </w:r>
      <w:proofErr w:type="gramStart"/>
      <w:r>
        <w:t>That's</w:t>
      </w:r>
      <w:proofErr w:type="gramEnd"/>
      <w:r>
        <w:t xml:space="preserve"> what they say.</w:t>
      </w:r>
    </w:p>
    <w:p w14:paraId="3D299C38" w14:textId="77777777" w:rsidR="004F6829" w:rsidRDefault="004F6829" w:rsidP="004F6829">
      <w:r>
        <w:t xml:space="preserve">1:24:14.1 IWDM: They say the rivers, two, three, four, four of them became heads. Now when sensitivity becomes your head, the world is in bad shape. The river represents sensitivity. Long as the sensitivity is in the garden the garden represents the correct check that G-d put on the sensitivities. G-d made them, the man and woman and he put them in the garden, he put them in his check for their sensitivities. And </w:t>
      </w:r>
      <w:proofErr w:type="gramStart"/>
      <w:r>
        <w:t>as long as</w:t>
      </w:r>
      <w:proofErr w:type="gramEnd"/>
      <w:r>
        <w:t xml:space="preserve"> they were in that check, they were alright. But the rivers went out from the garden and became heads. He </w:t>
      </w:r>
      <w:proofErr w:type="gramStart"/>
      <w:r>
        <w:t>didn't</w:t>
      </w:r>
      <w:proofErr w:type="gramEnd"/>
      <w:r>
        <w:t xml:space="preserve"> intend for those rivers to become heads. </w:t>
      </w:r>
      <w:proofErr w:type="gramStart"/>
      <w:r>
        <w:t>They're</w:t>
      </w:r>
      <w:proofErr w:type="gramEnd"/>
      <w:r>
        <w:t xml:space="preserve"> supposed to stay feet, not heads.</w:t>
      </w:r>
    </w:p>
    <w:p w14:paraId="387E19C7" w14:textId="77777777" w:rsidR="004F6829" w:rsidRDefault="004F6829" w:rsidP="004F6829">
      <w:r>
        <w:lastRenderedPageBreak/>
        <w:t xml:space="preserve">1:25:23.6 IWDM: </w:t>
      </w:r>
      <w:proofErr w:type="gramStart"/>
      <w:r>
        <w:t>So</w:t>
      </w:r>
      <w:proofErr w:type="gramEnd"/>
      <w:r>
        <w:t xml:space="preserve"> they say they hung Peter upside down. Now I </w:t>
      </w:r>
      <w:proofErr w:type="gramStart"/>
      <w:r>
        <w:t>didn't</w:t>
      </w:r>
      <w:proofErr w:type="gramEnd"/>
      <w:r>
        <w:t xml:space="preserve"> say that. They said that. They say they put his feet over his head when they crucified him. And Peter represents the start of western religious church life. Am I right or wrong?</w:t>
      </w:r>
    </w:p>
    <w:p w14:paraId="66581A86" w14:textId="77777777" w:rsidR="004F6829" w:rsidRDefault="004F6829" w:rsidP="004F6829">
      <w:r>
        <w:t>1:25:43.9 S3: You're right.</w:t>
      </w:r>
    </w:p>
    <w:p w14:paraId="29C61214" w14:textId="77777777" w:rsidR="004F6829" w:rsidRDefault="004F6829" w:rsidP="004F6829">
      <w:r>
        <w:t xml:space="preserve">1:25:45.2 IWDM: </w:t>
      </w:r>
      <w:proofErr w:type="gramStart"/>
      <w:r>
        <w:t>So</w:t>
      </w:r>
      <w:proofErr w:type="gramEnd"/>
      <w:r>
        <w:t xml:space="preserve"> by their own language they are saying that they turned the western society upside down. And put sense over intelligence. And put sense over intelligence... Put sense perception over rational perception. They are saying it, not me. </w:t>
      </w:r>
      <w:proofErr w:type="gramStart"/>
      <w:r>
        <w:t>I'm</w:t>
      </w:r>
      <w:proofErr w:type="gramEnd"/>
      <w:r>
        <w:t xml:space="preserve"> just telling you what they say. And your shape as a people </w:t>
      </w:r>
      <w:proofErr w:type="gramStart"/>
      <w:r>
        <w:t>tell</w:t>
      </w:r>
      <w:proofErr w:type="gramEnd"/>
      <w:r>
        <w:t xml:space="preserve"> me you are the worst victim of it. </w:t>
      </w:r>
      <w:proofErr w:type="gramStart"/>
      <w:r>
        <w:t>So</w:t>
      </w:r>
      <w:proofErr w:type="gramEnd"/>
      <w:r>
        <w:t xml:space="preserve"> the four river went out from the garden and became heads. </w:t>
      </w:r>
      <w:proofErr w:type="gramStart"/>
      <w:r>
        <w:t>That's</w:t>
      </w:r>
      <w:proofErr w:type="gramEnd"/>
      <w:r>
        <w:t xml:space="preserve"> terrible, that's terrible. It's so terrible that </w:t>
      </w:r>
      <w:proofErr w:type="spellStart"/>
      <w:r>
        <w:t>Farrad</w:t>
      </w:r>
      <w:proofErr w:type="spellEnd"/>
      <w:r>
        <w:t xml:space="preserve"> Mohammad saw those four as the devil, and he said, "Who will bring in four devil heads at one? Who will bring and present four devil heads at one time?"</w:t>
      </w:r>
    </w:p>
    <w:p w14:paraId="3EFF3E2E" w14:textId="77777777" w:rsidR="004F6829" w:rsidRDefault="004F6829" w:rsidP="004F6829">
      <w:r>
        <w:t xml:space="preserve">1:27:07.3 IWDM: Say his reward will be a trip to the holy city Mecca to see brother Mohammad. Well Samson gave the gentile a riddle. And he gave us a riddle. And I broke his </w:t>
      </w:r>
      <w:proofErr w:type="gramStart"/>
      <w:r>
        <w:t>riddle, and</w:t>
      </w:r>
      <w:proofErr w:type="gramEnd"/>
      <w:r>
        <w:t xml:space="preserve"> brought his kingdom down. Just like Big trick Samson... Didn't he? Brought put out his eyes, made him a workhorse, at the whim of their symbolic religion. Had him grinding, grinding, grinding and never, eyes would never come open. </w:t>
      </w:r>
      <w:proofErr w:type="gramStart"/>
      <w:r>
        <w:t>Finally</w:t>
      </w:r>
      <w:proofErr w:type="gramEnd"/>
      <w:r>
        <w:t xml:space="preserve"> he just gave up. He </w:t>
      </w:r>
      <w:proofErr w:type="spellStart"/>
      <w:r>
        <w:t>said,"Let</w:t>
      </w:r>
      <w:proofErr w:type="spellEnd"/>
      <w:r>
        <w:t xml:space="preserve"> me find some, some little boy. If </w:t>
      </w:r>
      <w:proofErr w:type="spellStart"/>
      <w:r>
        <w:t>theirs</w:t>
      </w:r>
      <w:proofErr w:type="spellEnd"/>
      <w:r>
        <w:t xml:space="preserve"> any intuitive instinct in me. Come little boy. Lead me to the foundations of this thing".</w:t>
      </w:r>
    </w:p>
    <w:p w14:paraId="08F1C3EC" w14:textId="77777777" w:rsidR="004F6829" w:rsidRDefault="004F6829" w:rsidP="004F6829">
      <w:r>
        <w:t xml:space="preserve">1:28:11.1 IWDM: And Samson allowed his little boy in the form intuitive instinct to lead him to foundations of the house and he pulled the house down. Because he </w:t>
      </w:r>
      <w:proofErr w:type="gramStart"/>
      <w:r>
        <w:t>didn't</w:t>
      </w:r>
      <w:proofErr w:type="gramEnd"/>
      <w:r>
        <w:t xml:space="preserve"> like what they did to his mind. Now </w:t>
      </w:r>
      <w:proofErr w:type="spellStart"/>
      <w:r>
        <w:t>Farrad</w:t>
      </w:r>
      <w:proofErr w:type="spellEnd"/>
      <w:r>
        <w:t xml:space="preserve"> did the same thing to us and I </w:t>
      </w:r>
      <w:proofErr w:type="gramStart"/>
      <w:r>
        <w:t>didn't</w:t>
      </w:r>
      <w:proofErr w:type="gramEnd"/>
      <w:r>
        <w:t xml:space="preserve"> like what he did to our mind. </w:t>
      </w:r>
      <w:proofErr w:type="gramStart"/>
      <w:r>
        <w:t>So</w:t>
      </w:r>
      <w:proofErr w:type="gramEnd"/>
      <w:r>
        <w:t xml:space="preserve"> I grabbed the...</w:t>
      </w:r>
    </w:p>
    <w:p w14:paraId="20D3EF05" w14:textId="77777777" w:rsidR="004F6829" w:rsidRDefault="004F6829" w:rsidP="004F6829">
      <w:r>
        <w:t>[vocalization]</w:t>
      </w:r>
    </w:p>
    <w:p w14:paraId="7FE5FA62" w14:textId="77777777" w:rsidR="004F6829" w:rsidRDefault="004F6829" w:rsidP="004F6829">
      <w:r>
        <w:t>1:28:46.2 IWDM: But I was lucky. I came out without a scratch.</w:t>
      </w:r>
    </w:p>
    <w:p w14:paraId="4D1DB926" w14:textId="77777777" w:rsidR="004F6829" w:rsidRDefault="004F6829" w:rsidP="004F6829">
      <w:r>
        <w:t>[vocalization]</w:t>
      </w:r>
    </w:p>
    <w:p w14:paraId="37919E8D" w14:textId="77777777" w:rsidR="004F6829" w:rsidRDefault="004F6829" w:rsidP="004F6829">
      <w:r>
        <w:t xml:space="preserve">1:29:06.6 IWDM: So, you see the trouble now? You see what we </w:t>
      </w:r>
      <w:proofErr w:type="gramStart"/>
      <w:r>
        <w:t>have to</w:t>
      </w:r>
      <w:proofErr w:type="gramEnd"/>
      <w:r>
        <w:t xml:space="preserve"> do now?</w:t>
      </w:r>
    </w:p>
    <w:p w14:paraId="07708B4E" w14:textId="77777777" w:rsidR="004F6829" w:rsidRDefault="004F6829" w:rsidP="004F6829">
      <w:r>
        <w:t>1:29:13.9 S2: Yes. Yes.</w:t>
      </w:r>
    </w:p>
    <w:p w14:paraId="36C9DF4F" w14:textId="77777777" w:rsidR="004F6829" w:rsidRDefault="004F6829" w:rsidP="004F6829">
      <w:r>
        <w:t xml:space="preserve">1:29:22.5 IWDM: </w:t>
      </w:r>
      <w:proofErr w:type="gramStart"/>
      <w:r>
        <w:t>Oh</w:t>
      </w:r>
      <w:proofErr w:type="gramEnd"/>
      <w:r>
        <w:t xml:space="preserve"> the biggest devils are not those devils. Those devils hold down the most stupid, the most ignorant of the people. But we have some bigger devils holding down intellectuals, holding down scientists, and they are seen in three, not four, three; three devils that we stone when we make </w:t>
      </w:r>
      <w:proofErr w:type="gramStart"/>
      <w:r>
        <w:t>Haj</w:t>
      </w:r>
      <w:proofErr w:type="gramEnd"/>
      <w:r>
        <w:t xml:space="preserve"> and one is the big devil of them all. Right? Big devil.</w:t>
      </w:r>
    </w:p>
    <w:p w14:paraId="0D061F2E" w14:textId="77777777" w:rsidR="004F6829" w:rsidRDefault="004F6829" w:rsidP="004F6829">
      <w:r>
        <w:t xml:space="preserve">1:30:00.1 IWDM: And we </w:t>
      </w:r>
      <w:proofErr w:type="gramStart"/>
      <w:r>
        <w:t>have to</w:t>
      </w:r>
      <w:proofErr w:type="gramEnd"/>
      <w:r>
        <w:t xml:space="preserve"> be very accurate. We </w:t>
      </w:r>
      <w:proofErr w:type="gramStart"/>
      <w:r>
        <w:t>don't</w:t>
      </w:r>
      <w:proofErr w:type="gramEnd"/>
      <w:r>
        <w:t xml:space="preserve"> hit that devil in his leg, or his foot or his side. We aim for his head. Every stone must hit him in the head. So that the truth comes, </w:t>
      </w:r>
      <w:r>
        <w:lastRenderedPageBreak/>
        <w:t xml:space="preserve">hurled against falsehood, and knocks out his brain. So here in the first picture that </w:t>
      </w:r>
      <w:proofErr w:type="gramStart"/>
      <w:r>
        <w:t>we've</w:t>
      </w:r>
      <w:proofErr w:type="gramEnd"/>
      <w:r>
        <w:t xml:space="preserve"> got we have slavery in the form of manipulated sensitivity in the people. </w:t>
      </w:r>
      <w:proofErr w:type="gramStart"/>
      <w:r>
        <w:t>It's</w:t>
      </w:r>
      <w:proofErr w:type="gramEnd"/>
      <w:r>
        <w:t xml:space="preserve"> being manipulated, made the head of them when it should be something in their life under their intelligence. Right? Yes, yes. Now here </w:t>
      </w:r>
      <w:proofErr w:type="gramStart"/>
      <w:r>
        <w:t>they've</w:t>
      </w:r>
      <w:proofErr w:type="gramEnd"/>
      <w:r>
        <w:t xml:space="preserve"> got three big devils. What do they represent? They represent the levels, the three main grades of ascension that man makes intellectually. Man comes in material knowledge, and he ascends materially with that knowledge until he gets so far, and he </w:t>
      </w:r>
      <w:proofErr w:type="gramStart"/>
      <w:r>
        <w:t>can't</w:t>
      </w:r>
      <w:proofErr w:type="gramEnd"/>
      <w:r>
        <w:t xml:space="preserve"> go no farther.</w:t>
      </w:r>
    </w:p>
    <w:p w14:paraId="3773E921" w14:textId="77777777" w:rsidR="004F6829" w:rsidRDefault="004F6829" w:rsidP="004F6829">
      <w:r>
        <w:t xml:space="preserve">1:31:22.7 IWDM: Until he comes into what? Science. He comes into </w:t>
      </w:r>
      <w:proofErr w:type="gramStart"/>
      <w:r>
        <w:t>science,</w:t>
      </w:r>
      <w:proofErr w:type="gramEnd"/>
      <w:r>
        <w:t xml:space="preserve"> he is able to get more development. Science should bring him into obedience to the universal scheme of G-d. Science should bring him there to see that this science ports to a universal scheme that G-d intend for all creation. But </w:t>
      </w:r>
      <w:proofErr w:type="gramStart"/>
      <w:r>
        <w:t>no</w:t>
      </w:r>
      <w:proofErr w:type="gramEnd"/>
      <w:r>
        <w:t xml:space="preserve"> the devil won't get that. The devil intends to use that as a strategy to enslave other people. He takes the sciences and uses the sciences to hoodwink the dummies. And what is the biggest, what is the biggest blinder he has? Church. False religion. No, not just church, any people's false religion. False religion. The biggest devil is false religion.</w:t>
      </w:r>
    </w:p>
    <w:p w14:paraId="096D3F73" w14:textId="77777777" w:rsidR="004F6829" w:rsidRDefault="004F6829" w:rsidP="004F6829">
      <w:r>
        <w:t xml:space="preserve">1:32:20.7 IWDM: The first of the devil is materialism. A bigger devil than materialism is so called empirical sciences that really </w:t>
      </w:r>
      <w:proofErr w:type="spellStart"/>
      <w:r>
        <w:t>ain't</w:t>
      </w:r>
      <w:proofErr w:type="spellEnd"/>
      <w:r>
        <w:t xml:space="preserve"> nothing but an excuse for atheists. Or atheism.</w:t>
      </w:r>
    </w:p>
    <w:p w14:paraId="75975AD6" w14:textId="77777777" w:rsidR="004F6829" w:rsidRDefault="004F6829" w:rsidP="004F6829">
      <w:r>
        <w:t>1:32:36.1 S2: That's right.</w:t>
      </w:r>
    </w:p>
    <w:p w14:paraId="5E365C83" w14:textId="77777777" w:rsidR="004F6829" w:rsidRDefault="004F6829" w:rsidP="004F6829">
      <w:r>
        <w:t xml:space="preserve">1:32:39.1 IWDM: Isn't </w:t>
      </w:r>
      <w:proofErr w:type="gramStart"/>
      <w:r>
        <w:t>that</w:t>
      </w:r>
      <w:proofErr w:type="gramEnd"/>
      <w:r>
        <w:t xml:space="preserve"> right? Yeah. They take you </w:t>
      </w:r>
      <w:proofErr w:type="gramStart"/>
      <w:r>
        <w:t>youngsters</w:t>
      </w:r>
      <w:proofErr w:type="gramEnd"/>
      <w:r>
        <w:t xml:space="preserve"> and they bring you into their colleges and universities and they work on you to make you atheists.</w:t>
      </w:r>
    </w:p>
    <w:p w14:paraId="064A9E33" w14:textId="77777777" w:rsidR="004F6829" w:rsidRDefault="004F6829" w:rsidP="004F6829">
      <w:r>
        <w:t>1:32:45.4 S2: That's right.</w:t>
      </w:r>
    </w:p>
    <w:p w14:paraId="5D7B3807" w14:textId="77777777" w:rsidR="004F6829" w:rsidRDefault="004F6829" w:rsidP="004F6829">
      <w:r>
        <w:t>1:32:47.1 IWDM: Yes, first devil materialism, second devil atheism, and the biggest of them all is lies in their religion.</w:t>
      </w:r>
    </w:p>
    <w:p w14:paraId="28BBA0BC" w14:textId="77777777" w:rsidR="004F6829" w:rsidRDefault="004F6829" w:rsidP="004F6829">
      <w:r>
        <w:t xml:space="preserve">1:32:58.6 S2: That's right, </w:t>
      </w:r>
      <w:proofErr w:type="gramStart"/>
      <w:r>
        <w:t>that's</w:t>
      </w:r>
      <w:proofErr w:type="gramEnd"/>
      <w:r>
        <w:t xml:space="preserve"> right.</w:t>
      </w:r>
    </w:p>
    <w:p w14:paraId="702B5FF0" w14:textId="77777777" w:rsidR="004F6829" w:rsidRDefault="004F6829" w:rsidP="004F6829">
      <w:r>
        <w:t>1:33:01.9 IWDM: Do you want that?</w:t>
      </w:r>
    </w:p>
    <w:p w14:paraId="34988FED" w14:textId="77777777" w:rsidR="004F6829" w:rsidRDefault="004F6829" w:rsidP="004F6829">
      <w:r>
        <w:t>1:33:03.5 S2: No.</w:t>
      </w:r>
    </w:p>
    <w:p w14:paraId="47703E6C" w14:textId="77777777" w:rsidR="004F6829" w:rsidRDefault="004F6829" w:rsidP="004F6829">
      <w:r>
        <w:t xml:space="preserve">1:33:05.2 IWDM: I have come out of it, right? If I had my </w:t>
      </w:r>
      <w:proofErr w:type="gramStart"/>
      <w:r>
        <w:t>way</w:t>
      </w:r>
      <w:proofErr w:type="gramEnd"/>
      <w:r>
        <w:t xml:space="preserve"> I would fix it, that's right, I would fix it, I would give a preacher or a Christian one opportunity. I would tell them this message and if they went out of here not confessing the truth. I would shoot them in their </w:t>
      </w:r>
      <w:proofErr w:type="gramStart"/>
      <w:r>
        <w:t>goddamn</w:t>
      </w:r>
      <w:proofErr w:type="gramEnd"/>
      <w:r>
        <w:t xml:space="preserve"> heads. </w:t>
      </w:r>
      <w:proofErr w:type="gramStart"/>
      <w:r>
        <w:t>That's</w:t>
      </w:r>
      <w:proofErr w:type="gramEnd"/>
      <w:r>
        <w:t xml:space="preserve"> right. </w:t>
      </w:r>
      <w:proofErr w:type="spellStart"/>
      <w:r>
        <w:t>'Cause</w:t>
      </w:r>
      <w:proofErr w:type="spellEnd"/>
      <w:r>
        <w:t xml:space="preserve"> they </w:t>
      </w:r>
      <w:proofErr w:type="spellStart"/>
      <w:r>
        <w:t>ain't</w:t>
      </w:r>
      <w:proofErr w:type="spellEnd"/>
      <w:r>
        <w:t xml:space="preserve"> fit to live, they </w:t>
      </w:r>
      <w:proofErr w:type="spellStart"/>
      <w:r>
        <w:t>ain't</w:t>
      </w:r>
      <w:proofErr w:type="spellEnd"/>
      <w:r>
        <w:t xml:space="preserve"> fit to live. If they know this truth and still insist upon doing that </w:t>
      </w:r>
      <w:proofErr w:type="spellStart"/>
      <w:r>
        <w:t>devilishment</w:t>
      </w:r>
      <w:proofErr w:type="spellEnd"/>
      <w:r>
        <w:t xml:space="preserve">, and living their corrupt false life, we should just line them up and shoot them in their </w:t>
      </w:r>
      <w:proofErr w:type="gramStart"/>
      <w:r>
        <w:t>damn</w:t>
      </w:r>
      <w:proofErr w:type="gramEnd"/>
      <w:r>
        <w:t xml:space="preserve"> heads. I said if I had my way, I </w:t>
      </w:r>
      <w:proofErr w:type="gramStart"/>
      <w:r>
        <w:t>don't</w:t>
      </w:r>
      <w:proofErr w:type="gramEnd"/>
      <w:r>
        <w:t xml:space="preserve"> have my way, so I have to do what I am doing, try to teach.</w:t>
      </w:r>
    </w:p>
    <w:p w14:paraId="7896D791" w14:textId="77777777" w:rsidR="004F6829" w:rsidRDefault="004F6829" w:rsidP="004F6829">
      <w:r>
        <w:lastRenderedPageBreak/>
        <w:t>1:33:53.9 S2: That's right.</w:t>
      </w:r>
    </w:p>
    <w:p w14:paraId="1027E638" w14:textId="77777777" w:rsidR="004F6829" w:rsidRDefault="004F6829" w:rsidP="004F6829">
      <w:r>
        <w:t xml:space="preserve">1:33:54.2 IWDM: That's all I could do, is </w:t>
      </w:r>
      <w:proofErr w:type="gramStart"/>
      <w:r>
        <w:t>try</w:t>
      </w:r>
      <w:proofErr w:type="gramEnd"/>
      <w:r>
        <w:t xml:space="preserve"> to open people's eyes to see. With the guidance that G-d has made available to us. We </w:t>
      </w:r>
      <w:proofErr w:type="gramStart"/>
      <w:r>
        <w:t>can't</w:t>
      </w:r>
      <w:proofErr w:type="gramEnd"/>
      <w:r>
        <w:t xml:space="preserve"> force you to believe or force you to walk the right way. Is that in the bible? </w:t>
      </w:r>
      <w:proofErr w:type="gramStart"/>
      <w:r>
        <w:t>Sure</w:t>
      </w:r>
      <w:proofErr w:type="gramEnd"/>
      <w:r>
        <w:t xml:space="preserve"> it is, the devil is in the bible. </w:t>
      </w:r>
      <w:proofErr w:type="gramStart"/>
      <w:r>
        <w:t>So</w:t>
      </w:r>
      <w:proofErr w:type="gramEnd"/>
      <w:r>
        <w:t xml:space="preserve"> rejoice not oh Palestine. For out of the serpent's root shall come a flying cockatrice.</w:t>
      </w:r>
    </w:p>
    <w:p w14:paraId="51DCD566" w14:textId="77777777" w:rsidR="004F6829" w:rsidRDefault="004F6829" w:rsidP="004F6829">
      <w:r>
        <w:t>1:34:25.2 S2: That's right.</w:t>
      </w:r>
    </w:p>
    <w:p w14:paraId="5E37016B" w14:textId="77777777" w:rsidR="004F6829" w:rsidRDefault="004F6829" w:rsidP="004F6829">
      <w:r>
        <w:t xml:space="preserve">1:34:27.0 IWDM: </w:t>
      </w:r>
      <w:proofErr w:type="gramStart"/>
      <w:r>
        <w:t>It's</w:t>
      </w:r>
      <w:proofErr w:type="gramEnd"/>
      <w:r>
        <w:t xml:space="preserve"> a three headed bird, hatched from a snake's egg, a snake pardon me, a snake that have bird body can fly. Hatched by the egg pardon me, </w:t>
      </w:r>
      <w:proofErr w:type="spellStart"/>
      <w:proofErr w:type="gramStart"/>
      <w:r>
        <w:t>a</w:t>
      </w:r>
      <w:proofErr w:type="spellEnd"/>
      <w:proofErr w:type="gramEnd"/>
      <w:r>
        <w:t xml:space="preserve"> egg from a bird hatched egg and snake pardon me, now got egg and snake hatched by a bird. The snake lay his eggs in the bird's nest, and the bird hatched the snake's egg, and the egg came out as a three headed flying serpent. Materialism, atheism, false religion.</w:t>
      </w:r>
    </w:p>
    <w:p w14:paraId="160FED66" w14:textId="77777777" w:rsidR="004F6829" w:rsidRDefault="004F6829" w:rsidP="004F6829">
      <w:r>
        <w:t xml:space="preserve">1:35:28.0 S3: Allahu </w:t>
      </w:r>
      <w:proofErr w:type="spellStart"/>
      <w:r>
        <w:t>akbar</w:t>
      </w:r>
      <w:proofErr w:type="spellEnd"/>
      <w:r>
        <w:t>.</w:t>
      </w:r>
    </w:p>
    <w:p w14:paraId="04D18133" w14:textId="77777777" w:rsidR="004F6829" w:rsidRDefault="004F6829" w:rsidP="004F6829">
      <w:r>
        <w:t xml:space="preserve">1:35:33.5 IWDM: Now, one of these days, I </w:t>
      </w:r>
      <w:proofErr w:type="gramStart"/>
      <w:r>
        <w:t>don't</w:t>
      </w:r>
      <w:proofErr w:type="gramEnd"/>
      <w:r>
        <w:t xml:space="preserve"> want to miss this, this is being taped, and I want all my imams to have this.</w:t>
      </w:r>
    </w:p>
    <w:p w14:paraId="2BFCA4DD" w14:textId="77777777" w:rsidR="004F6829" w:rsidRDefault="004F6829" w:rsidP="004F6829">
      <w:r>
        <w:t xml:space="preserve">1:35:42.8 S3: Allahu </w:t>
      </w:r>
      <w:proofErr w:type="spellStart"/>
      <w:r>
        <w:t>akbar</w:t>
      </w:r>
      <w:proofErr w:type="spellEnd"/>
      <w:r>
        <w:t>.</w:t>
      </w:r>
    </w:p>
    <w:p w14:paraId="339EABFE" w14:textId="77777777" w:rsidR="004F6829" w:rsidRDefault="004F6829" w:rsidP="004F6829">
      <w:r>
        <w:t xml:space="preserve">1:35:45.8 IWDM: One of these days, we </w:t>
      </w:r>
      <w:proofErr w:type="spellStart"/>
      <w:r>
        <w:t>gonna</w:t>
      </w:r>
      <w:proofErr w:type="spellEnd"/>
      <w:r>
        <w:t xml:space="preserve"> talk to you on the concept of a car inshallah. Car, automobile. Now, they have one wheel drive, they have </w:t>
      </w:r>
      <w:proofErr w:type="gramStart"/>
      <w:r>
        <w:t>two wheel</w:t>
      </w:r>
      <w:proofErr w:type="gramEnd"/>
      <w:r>
        <w:t xml:space="preserve"> drive, they have four wheel drive. Right?</w:t>
      </w:r>
    </w:p>
    <w:p w14:paraId="4CAF28BE" w14:textId="77777777" w:rsidR="004F6829" w:rsidRDefault="004F6829" w:rsidP="004F6829">
      <w:r>
        <w:t>1:36:13.0 S2: Right?</w:t>
      </w:r>
    </w:p>
    <w:p w14:paraId="7737BB4D" w14:textId="77777777" w:rsidR="004F6829" w:rsidRDefault="004F6829" w:rsidP="004F6829">
      <w:r>
        <w:t>1:36:13.4 S3: Right.</w:t>
      </w:r>
    </w:p>
    <w:p w14:paraId="5C8F81FD" w14:textId="77777777" w:rsidR="004F6829" w:rsidRDefault="004F6829" w:rsidP="004F6829">
      <w:r>
        <w:t xml:space="preserve">1:36:14.3 IWDM: Yes, and they all mean something, and they're all dealing with the four and they all </w:t>
      </w:r>
      <w:proofErr w:type="gramStart"/>
      <w:r>
        <w:t>manipulating</w:t>
      </w:r>
      <w:proofErr w:type="gramEnd"/>
      <w:r>
        <w:t xml:space="preserve"> your senses. This is a concept that holds the secret of the way that they manipulate the senses of the masses. And you all ride around in cars, everybody got to have a car.</w:t>
      </w:r>
    </w:p>
    <w:p w14:paraId="66DCB03C" w14:textId="77777777" w:rsidR="004F6829" w:rsidRDefault="004F6829" w:rsidP="004F6829">
      <w:r>
        <w:t>1:36:38.6 S2: That's right.</w:t>
      </w:r>
    </w:p>
    <w:p w14:paraId="33BB4CCA" w14:textId="77777777" w:rsidR="004F6829" w:rsidRDefault="004F6829" w:rsidP="004F6829">
      <w:r>
        <w:t xml:space="preserve">1:36:41.1 IWDM: You may not have a home, you may not have your rent, but you are supposed to have a car. And your boss will give you a loan, to get you </w:t>
      </w:r>
      <w:proofErr w:type="gramStart"/>
      <w:r>
        <w:t>some kind of a</w:t>
      </w:r>
      <w:proofErr w:type="gramEnd"/>
      <w:r>
        <w:t xml:space="preserve"> car. He </w:t>
      </w:r>
      <w:proofErr w:type="spellStart"/>
      <w:r>
        <w:t>ain't</w:t>
      </w:r>
      <w:proofErr w:type="spellEnd"/>
      <w:r>
        <w:t xml:space="preserve"> give you nothing on a house. But </w:t>
      </w:r>
      <w:proofErr w:type="gramStart"/>
      <w:r>
        <w:t>he'll</w:t>
      </w:r>
      <w:proofErr w:type="gramEnd"/>
      <w:r>
        <w:t xml:space="preserve"> give you a loan to help you get some kind of a car. But now the car is becoming such a problem, that they say, well you </w:t>
      </w:r>
      <w:proofErr w:type="spellStart"/>
      <w:r>
        <w:t>ain't</w:t>
      </w:r>
      <w:proofErr w:type="spellEnd"/>
      <w:r>
        <w:t xml:space="preserve"> got no car? Get in the pool.</w:t>
      </w:r>
    </w:p>
    <w:p w14:paraId="7878F767" w14:textId="77777777" w:rsidR="004F6829" w:rsidRDefault="004F6829" w:rsidP="004F6829">
      <w:r>
        <w:t>[laughter]</w:t>
      </w:r>
    </w:p>
    <w:p w14:paraId="5B2848DB" w14:textId="77777777" w:rsidR="004F6829" w:rsidRDefault="004F6829" w:rsidP="004F6829">
      <w:r>
        <w:lastRenderedPageBreak/>
        <w:t xml:space="preserve">1:37:28.4 IWDM: Now, is that the first thing that was on this earth with </w:t>
      </w:r>
      <w:proofErr w:type="gramStart"/>
      <w:r>
        <w:t>four wheel</w:t>
      </w:r>
      <w:proofErr w:type="gramEnd"/>
      <w:r>
        <w:t xml:space="preserve"> drive? No, the horse had </w:t>
      </w:r>
      <w:proofErr w:type="gramStart"/>
      <w:r>
        <w:t>four wheel</w:t>
      </w:r>
      <w:proofErr w:type="gramEnd"/>
      <w:r>
        <w:t xml:space="preserve"> drive. Yeah, you got it. </w:t>
      </w:r>
      <w:proofErr w:type="gramStart"/>
      <w:r>
        <w:t>Horse-power</w:t>
      </w:r>
      <w:proofErr w:type="gramEnd"/>
      <w:r>
        <w:t>.</w:t>
      </w:r>
    </w:p>
    <w:p w14:paraId="4AD7D67A" w14:textId="77777777" w:rsidR="004F6829" w:rsidRDefault="004F6829" w:rsidP="004F6829">
      <w:r>
        <w:t>1:37:45.9 S2: That's right.</w:t>
      </w:r>
    </w:p>
    <w:p w14:paraId="58D54E3B" w14:textId="77777777" w:rsidR="004F6829" w:rsidRDefault="004F6829" w:rsidP="004F6829">
      <w:r>
        <w:t xml:space="preserve">1:37:46.9 IWDM: Your car represents your horses, and they got to make it with </w:t>
      </w:r>
      <w:proofErr w:type="gramStart"/>
      <w:r>
        <w:t>four wheel</w:t>
      </w:r>
      <w:proofErr w:type="gramEnd"/>
      <w:r>
        <w:t xml:space="preserve"> drive, they had to come to that. Because horses have </w:t>
      </w:r>
      <w:proofErr w:type="gramStart"/>
      <w:r>
        <w:t>four wheel</w:t>
      </w:r>
      <w:proofErr w:type="gramEnd"/>
      <w:r>
        <w:t xml:space="preserve"> drive, the horse drives himself with all fours. All fours. But the way they walk, </w:t>
      </w:r>
      <w:proofErr w:type="gramStart"/>
      <w:r>
        <w:t>sometime</w:t>
      </w:r>
      <w:proofErr w:type="gramEnd"/>
      <w:r>
        <w:t xml:space="preserve"> they walk, and each foot is accented, right? So </w:t>
      </w:r>
      <w:proofErr w:type="gramStart"/>
      <w:r>
        <w:t>that's</w:t>
      </w:r>
      <w:proofErr w:type="gramEnd"/>
      <w:r>
        <w:t xml:space="preserve"> like one wheel drive. Although four is doing it, but </w:t>
      </w:r>
      <w:proofErr w:type="gramStart"/>
      <w:r>
        <w:t>they're</w:t>
      </w:r>
      <w:proofErr w:type="gramEnd"/>
      <w:r>
        <w:t xml:space="preserve"> doing it with concentration on one at a time. And then you see some horses they run and look like their concentration is on two.</w:t>
      </w:r>
    </w:p>
    <w:p w14:paraId="1A064F4C" w14:textId="77777777" w:rsidR="004F6829" w:rsidRDefault="004F6829" w:rsidP="004F6829">
      <w:r>
        <w:t>1:38:34.0 S2: Yeah.</w:t>
      </w:r>
    </w:p>
    <w:p w14:paraId="10FCC316" w14:textId="77777777" w:rsidR="004F6829" w:rsidRDefault="004F6829" w:rsidP="004F6829">
      <w:r>
        <w:t xml:space="preserve">1:38:34.4 IWDM: What do they call those, that side... They walk with </w:t>
      </w:r>
      <w:proofErr w:type="gramStart"/>
      <w:r>
        <w:t>side?</w:t>
      </w:r>
      <w:proofErr w:type="gramEnd"/>
      <w:r>
        <w:t xml:space="preserve"> Trotters or something they call them. No not the gallop. The gallop is on four. The gallop is on four. I think they call them trotters. Yeah. His left and right side are so well coordinated, that he coordinates those legs, you know? </w:t>
      </w:r>
      <w:proofErr w:type="gramStart"/>
      <w:r>
        <w:t>So</w:t>
      </w:r>
      <w:proofErr w:type="gramEnd"/>
      <w:r>
        <w:t xml:space="preserve"> he's a two wheel drive. And then there's a galloper, </w:t>
      </w:r>
      <w:proofErr w:type="gramStart"/>
      <w:r>
        <w:t>four wheel</w:t>
      </w:r>
      <w:proofErr w:type="gramEnd"/>
      <w:r>
        <w:t xml:space="preserve"> drive. </w:t>
      </w:r>
      <w:proofErr w:type="gramStart"/>
      <w:r>
        <w:t>So</w:t>
      </w:r>
      <w:proofErr w:type="gramEnd"/>
      <w:r>
        <w:t xml:space="preserve"> they have to make the car, they have to make these vehicles conform to that language. Now anybody that is so hooked up on symbolism, that they have to make </w:t>
      </w:r>
      <w:proofErr w:type="gramStart"/>
      <w:r>
        <w:t>industry</w:t>
      </w:r>
      <w:proofErr w:type="gramEnd"/>
      <w:r>
        <w:t xml:space="preserve"> and everything conform to that symbolism, do you know they </w:t>
      </w:r>
      <w:proofErr w:type="spellStart"/>
      <w:r>
        <w:t>ain't</w:t>
      </w:r>
      <w:proofErr w:type="spellEnd"/>
      <w:r>
        <w:t xml:space="preserve"> got no business ruling this world?</w:t>
      </w:r>
    </w:p>
    <w:p w14:paraId="40A47AB6" w14:textId="77777777" w:rsidR="004F6829" w:rsidRDefault="004F6829" w:rsidP="004F6829">
      <w:r>
        <w:t>1:39:13.7 S2: That's right.</w:t>
      </w:r>
    </w:p>
    <w:p w14:paraId="23F345E6" w14:textId="77777777" w:rsidR="004F6829" w:rsidRDefault="004F6829" w:rsidP="004F6829">
      <w:r>
        <w:t xml:space="preserve">1:39:14.2 IWDM: If </w:t>
      </w:r>
      <w:proofErr w:type="gramStart"/>
      <w:r>
        <w:t>they're</w:t>
      </w:r>
      <w:proofErr w:type="gramEnd"/>
      <w:r>
        <w:t xml:space="preserve"> that weird, that way out, that they have to make everything conform to their symbolism. Jack a man up on shoes that are unhealthy for him and they know </w:t>
      </w:r>
      <w:proofErr w:type="gramStart"/>
      <w:r>
        <w:t>they're</w:t>
      </w:r>
      <w:proofErr w:type="gramEnd"/>
      <w:r>
        <w:t xml:space="preserve"> unhealthy for him. Jack a </w:t>
      </w:r>
      <w:proofErr w:type="gramStart"/>
      <w:r>
        <w:t>women</w:t>
      </w:r>
      <w:proofErr w:type="gramEnd"/>
      <w:r>
        <w:t xml:space="preserve"> up on shoes, that they know is unhealthy for that woman. Put that woman in girdles and stilts, that they know is unhealthy for that woman. Authorize things for industries to make, that they know is unhealthy for your mind, and your body. Don't you know they got to be way </w:t>
      </w:r>
      <w:proofErr w:type="spellStart"/>
      <w:r>
        <w:t>way</w:t>
      </w:r>
      <w:proofErr w:type="spellEnd"/>
      <w:r>
        <w:t xml:space="preserve"> out? They are crazy. </w:t>
      </w:r>
      <w:proofErr w:type="gramStart"/>
      <w:r>
        <w:t>That's</w:t>
      </w:r>
      <w:proofErr w:type="gramEnd"/>
      <w:r>
        <w:t xml:space="preserve"> right. </w:t>
      </w:r>
      <w:proofErr w:type="gramStart"/>
      <w:r>
        <w:t>You're</w:t>
      </w:r>
      <w:proofErr w:type="gramEnd"/>
      <w:r>
        <w:t xml:space="preserve"> scared. </w:t>
      </w:r>
      <w:proofErr w:type="spellStart"/>
      <w:r>
        <w:t>'Cause</w:t>
      </w:r>
      <w:proofErr w:type="spellEnd"/>
      <w:r>
        <w:t xml:space="preserve"> I'm talking about the big thing... I'm talking about the biggest thing on this earth, and you </w:t>
      </w:r>
      <w:proofErr w:type="gramStart"/>
      <w:r>
        <w:t>is</w:t>
      </w:r>
      <w:proofErr w:type="gramEnd"/>
      <w:r>
        <w:t xml:space="preserve"> scared.</w:t>
      </w:r>
    </w:p>
    <w:p w14:paraId="4F9821A0" w14:textId="77777777" w:rsidR="004F6829" w:rsidRDefault="004F6829" w:rsidP="004F6829">
      <w:r>
        <w:t xml:space="preserve">1:40:01.3 IWDM: </w:t>
      </w:r>
      <w:proofErr w:type="gramStart"/>
      <w:r>
        <w:t>I'm</w:t>
      </w:r>
      <w:proofErr w:type="gramEnd"/>
      <w:r>
        <w:t xml:space="preserve"> happy to know that you're scared. That makes me feel better </w:t>
      </w:r>
      <w:proofErr w:type="spellStart"/>
      <w:r>
        <w:t>'cause</w:t>
      </w:r>
      <w:proofErr w:type="spellEnd"/>
      <w:r>
        <w:t xml:space="preserve"> I know this </w:t>
      </w:r>
      <w:proofErr w:type="spellStart"/>
      <w:r>
        <w:t>ain't</w:t>
      </w:r>
      <w:proofErr w:type="spellEnd"/>
      <w:r>
        <w:t xml:space="preserve"> no human carriers that I </w:t>
      </w:r>
      <w:proofErr w:type="gramStart"/>
      <w:r>
        <w:t>got,</w:t>
      </w:r>
      <w:proofErr w:type="gramEnd"/>
      <w:r>
        <w:t xml:space="preserve"> Allah has given me these carriers.</w:t>
      </w:r>
    </w:p>
    <w:p w14:paraId="5BA251B0" w14:textId="77777777" w:rsidR="004F6829" w:rsidRDefault="004F6829" w:rsidP="004F6829">
      <w:r>
        <w:t>[vocalization]</w:t>
      </w:r>
    </w:p>
    <w:p w14:paraId="033B852A" w14:textId="77777777" w:rsidR="004F6829" w:rsidRDefault="004F6829" w:rsidP="004F6829">
      <w:r>
        <w:t xml:space="preserve">1:40:20.7 IWDM: Yes. So, that make me feel good. I that know Allah has given me what I got because you all have it. I </w:t>
      </w:r>
      <w:proofErr w:type="spellStart"/>
      <w:r>
        <w:t>ain't</w:t>
      </w:r>
      <w:proofErr w:type="spellEnd"/>
      <w:r>
        <w:t xml:space="preserve"> talking to my people. </w:t>
      </w:r>
      <w:proofErr w:type="gramStart"/>
      <w:r>
        <w:t>I'm</w:t>
      </w:r>
      <w:proofErr w:type="gramEnd"/>
      <w:r>
        <w:t xml:space="preserve"> talking to these people that sneaked in with you.</w:t>
      </w:r>
    </w:p>
    <w:p w14:paraId="7ABAD96E" w14:textId="77777777" w:rsidR="004F6829" w:rsidRDefault="004F6829" w:rsidP="004F6829">
      <w:r>
        <w:t>[vocalization]</w:t>
      </w:r>
    </w:p>
    <w:p w14:paraId="0B5127A0" w14:textId="77777777" w:rsidR="004F6829" w:rsidRDefault="004F6829" w:rsidP="004F6829">
      <w:r>
        <w:lastRenderedPageBreak/>
        <w:t xml:space="preserve">1:40:51.1 IWDM: Now when the Sabbath come... The Quran tells us what happened to the Sabbath breakers. They were turned into monkeys... Conscious of their shame. Right? Yes. The Sabbath breakers reduced to despicable low life creatures, conscious of their own shame. So that tell you that the Sabbath breaker that was cursed, even after he was cursed, he still was left with the conscience that he did wrong. </w:t>
      </w:r>
      <w:proofErr w:type="spellStart"/>
      <w:r>
        <w:t>Kashi'een</w:t>
      </w:r>
      <w:proofErr w:type="spellEnd"/>
      <w:r>
        <w:t xml:space="preserve"> is a word that is used, it means that they were conscious of their wrong. Though they were made low life animals, they were still conscious of their wrong. </w:t>
      </w:r>
      <w:proofErr w:type="gramStart"/>
      <w:r>
        <w:t>So</w:t>
      </w:r>
      <w:proofErr w:type="gramEnd"/>
      <w:r>
        <w:t xml:space="preserve"> it doesn't mean they were actually made monkeys or nothing like that. Like we were taught by </w:t>
      </w:r>
      <w:proofErr w:type="spellStart"/>
      <w:r>
        <w:t>Farrad</w:t>
      </w:r>
      <w:proofErr w:type="spellEnd"/>
      <w:r>
        <w:t xml:space="preserve">. That the white man was </w:t>
      </w:r>
      <w:proofErr w:type="gramStart"/>
      <w:r>
        <w:t>actually a</w:t>
      </w:r>
      <w:proofErr w:type="gramEnd"/>
      <w:r>
        <w:t xml:space="preserve"> monkey.</w:t>
      </w:r>
    </w:p>
    <w:p w14:paraId="507348ED" w14:textId="77777777" w:rsidR="004F6829" w:rsidRDefault="004F6829" w:rsidP="004F6829">
      <w:r>
        <w:t>1:41:55.4 IWDM: He degenerated from Black man and grew a tail and became a monkey, and they had to send Musa with a razor to go to Europe and cut off their tails and shave them and bring '</w:t>
      </w:r>
      <w:proofErr w:type="spellStart"/>
      <w:r>
        <w:t>em</w:t>
      </w:r>
      <w:proofErr w:type="spellEnd"/>
      <w:r>
        <w:t xml:space="preserve"> back to civilization. Isn't that what you were taught? I wonder what kind of razor he had that they would shave a person once and they </w:t>
      </w:r>
      <w:proofErr w:type="gramStart"/>
      <w:r>
        <w:t>didn't</w:t>
      </w:r>
      <w:proofErr w:type="gramEnd"/>
      <w:r>
        <w:t xml:space="preserve"> grow hair no more. We need that razor, don't we?</w:t>
      </w:r>
    </w:p>
    <w:p w14:paraId="2716E70D" w14:textId="77777777" w:rsidR="004F6829" w:rsidRDefault="004F6829" w:rsidP="004F6829">
      <w:r>
        <w:t>[laughter]</w:t>
      </w:r>
    </w:p>
    <w:p w14:paraId="1400649C" w14:textId="77777777" w:rsidR="004F6829" w:rsidRDefault="004F6829" w:rsidP="004F6829">
      <w:r>
        <w:t xml:space="preserve">1:42:29.0 IWDM: </w:t>
      </w:r>
      <w:proofErr w:type="gramStart"/>
      <w:r>
        <w:t>So</w:t>
      </w:r>
      <w:proofErr w:type="gramEnd"/>
      <w:r>
        <w:t xml:space="preserve"> it couldn't have been physical. It </w:t>
      </w:r>
      <w:proofErr w:type="gramStart"/>
      <w:r>
        <w:t>can't</w:t>
      </w:r>
      <w:proofErr w:type="gramEnd"/>
      <w:r>
        <w:t xml:space="preserve"> be literal. See any dumb bell once his eyes open, he can see it </w:t>
      </w:r>
      <w:proofErr w:type="spellStart"/>
      <w:r>
        <w:t>ain't</w:t>
      </w:r>
      <w:proofErr w:type="spellEnd"/>
      <w:r>
        <w:t xml:space="preserve"> literal. </w:t>
      </w:r>
      <w:proofErr w:type="gramStart"/>
      <w:r>
        <w:t>Can't</w:t>
      </w:r>
      <w:proofErr w:type="gramEnd"/>
      <w:r>
        <w:t xml:space="preserve"> be literal. What kind of razor would he have to shave a monkey once and the monkey </w:t>
      </w:r>
      <w:proofErr w:type="gramStart"/>
      <w:r>
        <w:t>doesn't</w:t>
      </w:r>
      <w:proofErr w:type="gramEnd"/>
      <w:r>
        <w:t xml:space="preserve"> grow hair no more? Now I could understand him </w:t>
      </w:r>
      <w:proofErr w:type="spellStart"/>
      <w:r>
        <w:t>cuttin</w:t>
      </w:r>
      <w:proofErr w:type="spellEnd"/>
      <w:r>
        <w:t xml:space="preserve"> the tail off and never growing a tail again. But hair grows back when you shave it off. So that </w:t>
      </w:r>
      <w:proofErr w:type="gramStart"/>
      <w:r>
        <w:t>wouldn't</w:t>
      </w:r>
      <w:proofErr w:type="gramEnd"/>
      <w:r>
        <w:t xml:space="preserve"> have disguised them, made it possible for them to mix with people, they'd just be monkeys without tails. What the hell is this?</w:t>
      </w:r>
    </w:p>
    <w:p w14:paraId="6C428BBC" w14:textId="77777777" w:rsidR="004F6829" w:rsidRDefault="004F6829" w:rsidP="004F6829">
      <w:r>
        <w:t xml:space="preserve">1:43:04.1 IWDM: That was for that fella that sneaked in too with you. Now, the Quran condemns the Sabbath breaker, although we </w:t>
      </w:r>
      <w:proofErr w:type="gramStart"/>
      <w:r>
        <w:t>don't</w:t>
      </w:r>
      <w:proofErr w:type="gramEnd"/>
      <w:r>
        <w:t xml:space="preserve"> have Sabbath. Sabbath means a special time to tell the people truth, so they will be free. We </w:t>
      </w:r>
      <w:proofErr w:type="gramStart"/>
      <w:r>
        <w:t>don't</w:t>
      </w:r>
      <w:proofErr w:type="gramEnd"/>
      <w:r>
        <w:t xml:space="preserve"> have a Sabbath, we have no special time to tell people the truth, so they will be free. The time for us to tell them truth is </w:t>
      </w:r>
      <w:proofErr w:type="spellStart"/>
      <w:r>
        <w:t>everyday</w:t>
      </w:r>
      <w:proofErr w:type="spellEnd"/>
      <w:r>
        <w:t>.</w:t>
      </w:r>
    </w:p>
    <w:p w14:paraId="66E65402" w14:textId="77777777" w:rsidR="004F6829" w:rsidRDefault="004F6829" w:rsidP="004F6829">
      <w:r>
        <w:t>1:43:51.5 S2: That's right.</w:t>
      </w:r>
    </w:p>
    <w:p w14:paraId="6B262C43" w14:textId="77777777" w:rsidR="004F6829" w:rsidRDefault="004F6829" w:rsidP="004F6829">
      <w:r>
        <w:t xml:space="preserve">1:43:55.5 IWDM: And Jesus is a sign of prophet Muhammad and this true religion coming. He prayed, "Give us this day, our daily bread. Not bread for Sunday, bread for </w:t>
      </w:r>
      <w:proofErr w:type="spellStart"/>
      <w:r>
        <w:t>everyday</w:t>
      </w:r>
      <w:proofErr w:type="spellEnd"/>
      <w:r>
        <w:t xml:space="preserve">." Now the Bible says that leaven is the doctrine of the pharisees. Is that right? Now leaven is yeast and yeast </w:t>
      </w:r>
      <w:proofErr w:type="gramStart"/>
      <w:r>
        <w:t>is</w:t>
      </w:r>
      <w:proofErr w:type="gramEnd"/>
      <w:r>
        <w:t xml:space="preserve"> put into bread, so if leaven is the doctrine of the pharisees, then the Bible is telling us that the Bible, the New Testament itself, is bread too. But bread in what sense? Bread in the sense of its report on the life of Jesus and how he lived because he said, "Take this in remembrance of me." And they use bread in the communion, right? And the bread is supposed to be symbolic of Jesus's own body. Flesh and blood body. Not his body as flesh and blood, not his body itself... In </w:t>
      </w:r>
      <w:proofErr w:type="gramStart"/>
      <w:r>
        <w:t>fact</w:t>
      </w:r>
      <w:proofErr w:type="gramEnd"/>
      <w:r>
        <w:t xml:space="preserve"> his body is supposed to be body without the blood, the bread represents just the meat but not his meat of his body, actual body... It means how his body behaved in the world.</w:t>
      </w:r>
    </w:p>
    <w:p w14:paraId="7C3DF00B" w14:textId="77777777" w:rsidR="004F6829" w:rsidRDefault="004F6829" w:rsidP="004F6829">
      <w:r>
        <w:lastRenderedPageBreak/>
        <w:t xml:space="preserve">1:45:22.3 IWDM: In other words, eat my Sunnah, eat my Sunnah. And then they say they take the wine to commemorate his blood. And he said according to the Bible, that "my blood is the New Testament that I give." Is that right? </w:t>
      </w:r>
      <w:proofErr w:type="gramStart"/>
      <w:r>
        <w:t>That's</w:t>
      </w:r>
      <w:proofErr w:type="gramEnd"/>
      <w:r>
        <w:t xml:space="preserve"> Bible... </w:t>
      </w:r>
      <w:proofErr w:type="gramStart"/>
      <w:r>
        <w:t>So</w:t>
      </w:r>
      <w:proofErr w:type="gramEnd"/>
      <w:r>
        <w:t xml:space="preserve"> his blood is the spirit of the New Testament. And his flesh is his own obedience to that spirit. Is that right?</w:t>
      </w:r>
    </w:p>
    <w:p w14:paraId="7146E695" w14:textId="77777777" w:rsidR="004F6829" w:rsidRDefault="004F6829" w:rsidP="004F6829">
      <w:r>
        <w:t>1:45:56.7 S2: Yes Sir.</w:t>
      </w:r>
    </w:p>
    <w:p w14:paraId="14FFC9BC" w14:textId="77777777" w:rsidR="004F6829" w:rsidRDefault="004F6829" w:rsidP="004F6829">
      <w:r>
        <w:t>1:45:57.8 IWDM: The spirit is the... What G-d revealed to him. The Spirit became the dominant theme of the new Testament that sets the spirit of the New Testament, right? That was his blood. His blood was given to him by Allah, not his blood in his body, physical body. The knowledge that G-d revealed to him, and he shared that knowledge for the salvation of His people. Some people say the world... No, it was poured into Muhammad, when he saved the world. For the same man say, "I come not for the world, but for the lost sheep of Israel."</w:t>
      </w:r>
    </w:p>
    <w:p w14:paraId="5931453E" w14:textId="77777777" w:rsidR="004F6829" w:rsidRDefault="004F6829" w:rsidP="004F6829">
      <w:r>
        <w:t>1:46:35.2 S2: That's right.</w:t>
      </w:r>
    </w:p>
    <w:p w14:paraId="1EEFD905" w14:textId="77777777" w:rsidR="004F6829" w:rsidRDefault="004F6829" w:rsidP="004F6829">
      <w:r>
        <w:t xml:space="preserve">1:46:36.0 IWDM: Isn't </w:t>
      </w:r>
      <w:proofErr w:type="gramStart"/>
      <w:r>
        <w:t>that</w:t>
      </w:r>
      <w:proofErr w:type="gramEnd"/>
      <w:r>
        <w:t xml:space="preserve"> right? And he said, "I pray not," pray. He </w:t>
      </w:r>
      <w:proofErr w:type="gramStart"/>
      <w:r>
        <w:t>said</w:t>
      </w:r>
      <w:proofErr w:type="gramEnd"/>
      <w:r>
        <w:t xml:space="preserve"> "I pray not for the world, but for these that G-d has given me out of the world." This is the Bible. But still the same character in the book is accredited also with sending his people out to the world. Which is only a point to Prophet Muhammad, that when he come, he will be for the world. That there was a movement, a two-fold movement, that started with Jesus as a sign that it would come into complete fluctuation on the leadership of Prophet Muhammad.</w:t>
      </w:r>
    </w:p>
    <w:p w14:paraId="336ACD38" w14:textId="77777777" w:rsidR="004F6829" w:rsidRDefault="004F6829" w:rsidP="004F6829">
      <w:r>
        <w:t xml:space="preserve">1:47:14.0 IWDM: Peace and blessings be on him. You see, this is it. Alright, now you check some of the books, they done stop doing that because they </w:t>
      </w:r>
      <w:proofErr w:type="spellStart"/>
      <w:r>
        <w:t>wanna</w:t>
      </w:r>
      <w:proofErr w:type="spellEnd"/>
      <w:r>
        <w:t xml:space="preserve"> hide the truth from you now that </w:t>
      </w:r>
      <w:proofErr w:type="gramStart"/>
      <w:r>
        <w:t>I'm</w:t>
      </w:r>
      <w:proofErr w:type="gramEnd"/>
      <w:r>
        <w:t xml:space="preserve"> telling it. They saw it coming so they started hiding it. And this, I can show you this also in that scripture, that when the truth come, draw back the </w:t>
      </w:r>
      <w:proofErr w:type="gramStart"/>
      <w:r>
        <w:t>evidences</w:t>
      </w:r>
      <w:proofErr w:type="gramEnd"/>
      <w:r>
        <w:t xml:space="preserve">. </w:t>
      </w:r>
      <w:proofErr w:type="gramStart"/>
      <w:r>
        <w:t>That's</w:t>
      </w:r>
      <w:proofErr w:type="gramEnd"/>
      <w:r>
        <w:t xml:space="preserve"> right. Take the </w:t>
      </w:r>
      <w:proofErr w:type="gramStart"/>
      <w:r>
        <w:t>evidences</w:t>
      </w:r>
      <w:proofErr w:type="gramEnd"/>
      <w:r>
        <w:t xml:space="preserve"> out of circulation. They kill whole </w:t>
      </w:r>
      <w:proofErr w:type="gramStart"/>
      <w:r>
        <w:t>languages</w:t>
      </w:r>
      <w:proofErr w:type="gramEnd"/>
      <w:r>
        <w:t xml:space="preserve"> so people won't get evidences. You think </w:t>
      </w:r>
      <w:proofErr w:type="spellStart"/>
      <w:r>
        <w:t>latin</w:t>
      </w:r>
      <w:proofErr w:type="spellEnd"/>
      <w:r>
        <w:t xml:space="preserve"> died because the people </w:t>
      </w:r>
      <w:proofErr w:type="gramStart"/>
      <w:r>
        <w:t>didn't</w:t>
      </w:r>
      <w:proofErr w:type="gramEnd"/>
      <w:r>
        <w:t xml:space="preserve"> like it no more.</w:t>
      </w:r>
    </w:p>
    <w:p w14:paraId="43D19C25" w14:textId="77777777" w:rsidR="004F6829" w:rsidRDefault="004F6829" w:rsidP="004F6829">
      <w:r>
        <w:t xml:space="preserve">1:47:48.2 IWDM: Latin was killed so that people </w:t>
      </w:r>
      <w:proofErr w:type="gramStart"/>
      <w:r>
        <w:t>wouldn't</w:t>
      </w:r>
      <w:proofErr w:type="gramEnd"/>
      <w:r>
        <w:t xml:space="preserve"> get the knowledge that was in Latin before they established the false church. </w:t>
      </w:r>
      <w:proofErr w:type="gramStart"/>
      <w:r>
        <w:t>That's</w:t>
      </w:r>
      <w:proofErr w:type="gramEnd"/>
      <w:r>
        <w:t xml:space="preserve"> right. Latin </w:t>
      </w:r>
      <w:proofErr w:type="gramStart"/>
      <w:r>
        <w:t>didn't</w:t>
      </w:r>
      <w:proofErr w:type="gramEnd"/>
      <w:r>
        <w:t xml:space="preserve"> die. They killed </w:t>
      </w:r>
      <w:proofErr w:type="spellStart"/>
      <w:r>
        <w:t>latin</w:t>
      </w:r>
      <w:proofErr w:type="spellEnd"/>
      <w:r>
        <w:t xml:space="preserve"> because it contained too much of the old original knowledge. They had to take the whole language out of existence. Now, look in some of the old Bibles, and </w:t>
      </w:r>
      <w:proofErr w:type="gramStart"/>
      <w:r>
        <w:t>you'll</w:t>
      </w:r>
      <w:proofErr w:type="gramEnd"/>
      <w:r>
        <w:t xml:space="preserve"> see that what Jesus says in the New Testament is in red ink. The red ink represents blood but not blood from a flesh. This here. It represents the life of the gospel. What is your blood? The Bible said, "In blood is the life." </w:t>
      </w:r>
      <w:proofErr w:type="spellStart"/>
      <w:r>
        <w:t>Ain't</w:t>
      </w:r>
      <w:proofErr w:type="spellEnd"/>
      <w:r>
        <w:t xml:space="preserve"> that what it says? Yes. Says in the life is in the blood. </w:t>
      </w:r>
      <w:proofErr w:type="gramStart"/>
      <w:r>
        <w:t>That's</w:t>
      </w:r>
      <w:proofErr w:type="gramEnd"/>
      <w:r>
        <w:t xml:space="preserve"> what the bible says. You see, so </w:t>
      </w:r>
      <w:proofErr w:type="gramStart"/>
      <w:r>
        <w:t>that's</w:t>
      </w:r>
      <w:proofErr w:type="gramEnd"/>
      <w:r>
        <w:t xml:space="preserve"> what the blood mean... It </w:t>
      </w:r>
      <w:proofErr w:type="gramStart"/>
      <w:r>
        <w:t>doesn't</w:t>
      </w:r>
      <w:proofErr w:type="gramEnd"/>
      <w:r>
        <w:t xml:space="preserve"> mean blood in the flesh, physical flesh, meat.</w:t>
      </w:r>
    </w:p>
    <w:p w14:paraId="0D72E0A1" w14:textId="77777777" w:rsidR="004F6829" w:rsidRDefault="004F6829" w:rsidP="004F6829">
      <w:r>
        <w:t xml:space="preserve">1:48:49.2 IWDM: It means blood in the meat of the book. And Paul said "those who have no teeth, they can only handle such things as milk. But meat... Is for men of understanding. Now </w:t>
      </w:r>
      <w:proofErr w:type="gramStart"/>
      <w:r>
        <w:t>I'm</w:t>
      </w:r>
      <w:proofErr w:type="gramEnd"/>
      <w:r>
        <w:t xml:space="preserve"> </w:t>
      </w:r>
      <w:r>
        <w:lastRenderedPageBreak/>
        <w:t xml:space="preserve">not giving you the exact words, that's what he said. That meat </w:t>
      </w:r>
      <w:proofErr w:type="spellStart"/>
      <w:r>
        <w:t>ain't</w:t>
      </w:r>
      <w:proofErr w:type="spellEnd"/>
      <w:r>
        <w:t xml:space="preserve"> for babes. Babes </w:t>
      </w:r>
      <w:proofErr w:type="gramStart"/>
      <w:r>
        <w:t>can't</w:t>
      </w:r>
      <w:proofErr w:type="gramEnd"/>
      <w:r>
        <w:t xml:space="preserve"> handle meat. </w:t>
      </w:r>
      <w:proofErr w:type="gramStart"/>
      <w:r>
        <w:t>So</w:t>
      </w:r>
      <w:proofErr w:type="gramEnd"/>
      <w:r>
        <w:t xml:space="preserve"> meat doesn't mean what you thought it meant... You would be a cannibal if you really believed in Christianity like they give it to you. You would... What would you think of primitive people if you went to their village and saw them sitting down drinking some wine, red wine and eating some crackers, and say, "What you </w:t>
      </w:r>
      <w:proofErr w:type="gramStart"/>
      <w:r>
        <w:t>doing</w:t>
      </w:r>
      <w:proofErr w:type="gramEnd"/>
      <w:r>
        <w:t xml:space="preserve">?" They say, "This is the </w:t>
      </w:r>
      <w:proofErr w:type="gramStart"/>
      <w:r>
        <w:t>flesh</w:t>
      </w:r>
      <w:proofErr w:type="gramEnd"/>
      <w:r>
        <w:t xml:space="preserve"> and this is the blood." You say, "Hell, which way is </w:t>
      </w:r>
      <w:proofErr w:type="spellStart"/>
      <w:r>
        <w:t>outta</w:t>
      </w:r>
      <w:proofErr w:type="spellEnd"/>
      <w:r>
        <w:t xml:space="preserve"> here?"</w:t>
      </w:r>
    </w:p>
    <w:p w14:paraId="6C0C2CB2" w14:textId="77777777" w:rsidR="004F6829" w:rsidRDefault="004F6829" w:rsidP="004F6829">
      <w:r>
        <w:t>[laughter]</w:t>
      </w:r>
    </w:p>
    <w:p w14:paraId="7F6CBDF2" w14:textId="77777777" w:rsidR="004F6829" w:rsidRDefault="004F6829" w:rsidP="004F6829">
      <w:r>
        <w:t xml:space="preserve">1:49:49.6 IWDM: You'd think they were cannibals. And believe me they </w:t>
      </w:r>
      <w:proofErr w:type="gramStart"/>
      <w:r>
        <w:t>don't</w:t>
      </w:r>
      <w:proofErr w:type="gramEnd"/>
      <w:r>
        <w:t xml:space="preserve"> care if you all are cannibals. </w:t>
      </w:r>
      <w:proofErr w:type="gramStart"/>
      <w:r>
        <w:t>That's</w:t>
      </w:r>
      <w:proofErr w:type="gramEnd"/>
      <w:r>
        <w:t xml:space="preserve"> right. In fact, they give you a message like that to appeal to your degenerated human mind, trying to wake the beast in you that really was never intended to be you. The beginning of man is not with the beast. The beginning of man is with the blossoming of his intellect, </w:t>
      </w:r>
      <w:proofErr w:type="gramStart"/>
      <w:r>
        <w:t>that's</w:t>
      </w:r>
      <w:proofErr w:type="gramEnd"/>
      <w:r>
        <w:t xml:space="preserve"> the beginning of man. But they </w:t>
      </w:r>
      <w:proofErr w:type="spellStart"/>
      <w:r>
        <w:t>wanna</w:t>
      </w:r>
      <w:proofErr w:type="spellEnd"/>
      <w:r>
        <w:t xml:space="preserve"> take your intellect </w:t>
      </w:r>
      <w:proofErr w:type="spellStart"/>
      <w:r>
        <w:t>backgrade</w:t>
      </w:r>
      <w:proofErr w:type="spellEnd"/>
      <w:r>
        <w:t xml:space="preserve">. </w:t>
      </w:r>
      <w:proofErr w:type="spellStart"/>
      <w:r>
        <w:t>Backgrade</w:t>
      </w:r>
      <w:proofErr w:type="spellEnd"/>
      <w:r>
        <w:t>. To get your intellect to come under something that it was never meant to be under... Blind brute instinct.</w:t>
      </w:r>
    </w:p>
    <w:p w14:paraId="2528F081" w14:textId="77777777" w:rsidR="004F6829" w:rsidRDefault="004F6829" w:rsidP="004F6829">
      <w:r>
        <w:t xml:space="preserve">1:50:58.3 IWDM: Blind animal sensitivities, yes. And those people </w:t>
      </w:r>
      <w:proofErr w:type="gramStart"/>
      <w:r>
        <w:t>that's</w:t>
      </w:r>
      <w:proofErr w:type="gramEnd"/>
      <w:r>
        <w:t xml:space="preserve"> in that kind of condition, Christianity has an appeal to them. They go and they learn about the mass, and they see a man up on a cross, blood dripping all out of him. And then some people go on through a ceremony, drinking wine that looks like real blood, diluted with a little water. </w:t>
      </w:r>
      <w:proofErr w:type="gramStart"/>
      <w:r>
        <w:t>Yeah</w:t>
      </w:r>
      <w:proofErr w:type="gramEnd"/>
      <w:r>
        <w:t xml:space="preserve"> it looks like blood diluted with a little water, you see, and they're drinking it and then they crack the bread, "this is his flesh."</w:t>
      </w:r>
    </w:p>
    <w:p w14:paraId="2F943882" w14:textId="77777777" w:rsidR="004F6829" w:rsidRDefault="004F6829" w:rsidP="004F6829">
      <w:r>
        <w:t xml:space="preserve">1:51:40.1 IWDM: Take this in Reminiscence of Jesus' blood. He shed for the world. And little few drops coming out of his mouth and he look like Dracula just bit a neck... Yeah. So those primitive minded people, by the power of suggestion, </w:t>
      </w:r>
      <w:proofErr w:type="gramStart"/>
      <w:r>
        <w:t>they're</w:t>
      </w:r>
      <w:proofErr w:type="gramEnd"/>
      <w:r>
        <w:t xml:space="preserve"> set further backwards, away from humanity back into animalism. Yes.</w:t>
      </w:r>
    </w:p>
    <w:p w14:paraId="51B72745" w14:textId="77777777" w:rsidR="004F6829" w:rsidRDefault="004F6829" w:rsidP="004F6829">
      <w:r>
        <w:t xml:space="preserve">1:52:15.1 IWDM: And the proof of it is the society. Look at Europe and America that has been under that. They have done things that have shamed the worst savage in the jungle. Yes. </w:t>
      </w:r>
      <w:proofErr w:type="spellStart"/>
      <w:r>
        <w:t>Ain't</w:t>
      </w:r>
      <w:proofErr w:type="spellEnd"/>
      <w:r>
        <w:t xml:space="preserve"> a savage in the jungle have carried out more savagery, more bestiality than western </w:t>
      </w:r>
      <w:proofErr w:type="gramStart"/>
      <w:r>
        <w:t>so called</w:t>
      </w:r>
      <w:proofErr w:type="gramEnd"/>
      <w:r>
        <w:t xml:space="preserve"> civilization. And this is a fact. Read some of the stuff they did to our mothers and fathers. Young boys and girls. For nothing but play, just for their enjoyment on the weekend.</w:t>
      </w:r>
    </w:p>
    <w:p w14:paraId="60F51B2E" w14:textId="77777777" w:rsidR="004F6829" w:rsidRDefault="004F6829" w:rsidP="004F6829">
      <w:r>
        <w:t>1:52:53.6 S2: That's right.</w:t>
      </w:r>
    </w:p>
    <w:p w14:paraId="1B925880" w14:textId="77777777" w:rsidR="004F6829" w:rsidRDefault="004F6829" w:rsidP="004F6829">
      <w:r>
        <w:t>1:52:55.3 IWDM: And they were Christians that did that. At least they professed to be. They said there were Christians. You better wake up.</w:t>
      </w:r>
    </w:p>
    <w:p w14:paraId="095425C6" w14:textId="77777777" w:rsidR="004F6829" w:rsidRDefault="004F6829" w:rsidP="004F6829">
      <w:r>
        <w:t>1:53:06.0 S2: That's right, brother.</w:t>
      </w:r>
    </w:p>
    <w:p w14:paraId="5033C081" w14:textId="77777777" w:rsidR="004F6829" w:rsidRDefault="004F6829" w:rsidP="004F6829">
      <w:r>
        <w:lastRenderedPageBreak/>
        <w:t xml:space="preserve">1:53:08.6 IWDM: We are not only forming an Islamic community here, </w:t>
      </w:r>
      <w:proofErr w:type="gramStart"/>
      <w:r>
        <w:t>we're</w:t>
      </w:r>
      <w:proofErr w:type="gramEnd"/>
      <w:r>
        <w:t xml:space="preserve"> getting our life back.</w:t>
      </w:r>
    </w:p>
    <w:p w14:paraId="2CF99F70" w14:textId="77777777" w:rsidR="004F6829" w:rsidRDefault="004F6829" w:rsidP="004F6829">
      <w:r>
        <w:t>[vocalization]</w:t>
      </w:r>
    </w:p>
    <w:p w14:paraId="16ADB994" w14:textId="77777777" w:rsidR="004F6829" w:rsidRDefault="004F6829" w:rsidP="004F6829">
      <w:r>
        <w:t xml:space="preserve">1:53:17.3 IWDM: I mean, </w:t>
      </w:r>
      <w:proofErr w:type="spellStart"/>
      <w:r>
        <w:t>Belalia</w:t>
      </w:r>
      <w:proofErr w:type="spellEnd"/>
      <w:r>
        <w:t xml:space="preserve"> lost life, that was lost to slavery. And all the lies that white supremacy told on us. Told against us. We </w:t>
      </w:r>
      <w:proofErr w:type="gramStart"/>
      <w:r>
        <w:t>getting</w:t>
      </w:r>
      <w:proofErr w:type="gramEnd"/>
      <w:r>
        <w:t xml:space="preserve"> our life back. And </w:t>
      </w:r>
      <w:proofErr w:type="gramStart"/>
      <w:r>
        <w:t>pretty soon</w:t>
      </w:r>
      <w:proofErr w:type="gramEnd"/>
      <w:r>
        <w:t xml:space="preserve">, Allah is </w:t>
      </w:r>
      <w:proofErr w:type="spellStart"/>
      <w:r>
        <w:t>gonna</w:t>
      </w:r>
      <w:proofErr w:type="spellEnd"/>
      <w:r>
        <w:t xml:space="preserve"> bless me with enough good men to whip your ass.</w:t>
      </w:r>
    </w:p>
    <w:p w14:paraId="3E537578" w14:textId="77777777" w:rsidR="004F6829" w:rsidRDefault="004F6829" w:rsidP="004F6829">
      <w:r>
        <w:t>[applause]</w:t>
      </w:r>
    </w:p>
    <w:p w14:paraId="5DDA1465" w14:textId="77777777" w:rsidR="004F6829" w:rsidRDefault="004F6829" w:rsidP="004F6829">
      <w:r>
        <w:t xml:space="preserve">1:53:35.8 IWDM: Right. </w:t>
      </w:r>
      <w:proofErr w:type="gramStart"/>
      <w:r>
        <w:t>We're</w:t>
      </w:r>
      <w:proofErr w:type="gramEnd"/>
      <w:r>
        <w:t xml:space="preserve"> not </w:t>
      </w:r>
      <w:proofErr w:type="spellStart"/>
      <w:r>
        <w:t>gonna</w:t>
      </w:r>
      <w:proofErr w:type="spellEnd"/>
      <w:r>
        <w:t xml:space="preserve"> take it. If we get enough people with us, we're </w:t>
      </w:r>
      <w:proofErr w:type="spellStart"/>
      <w:r>
        <w:t>gonna</w:t>
      </w:r>
      <w:proofErr w:type="spellEnd"/>
      <w:r>
        <w:t xml:space="preserve"> make our people get out of that damn foolishness that they are </w:t>
      </w:r>
      <w:proofErr w:type="gramStart"/>
      <w:r>
        <w:t>in, and</w:t>
      </w:r>
      <w:proofErr w:type="gramEnd"/>
      <w:r>
        <w:t xml:space="preserve"> walk like a man.</w:t>
      </w:r>
    </w:p>
    <w:p w14:paraId="3BED4DD5" w14:textId="77777777" w:rsidR="004F6829" w:rsidRDefault="004F6829" w:rsidP="004F6829">
      <w:r>
        <w:t>[applause]</w:t>
      </w:r>
    </w:p>
    <w:p w14:paraId="520BF8A7" w14:textId="77777777" w:rsidR="004F6829" w:rsidRDefault="004F6829" w:rsidP="004F6829">
      <w:r>
        <w:t xml:space="preserve">1:53:48.9 IWDM: Right. It's </w:t>
      </w:r>
      <w:proofErr w:type="gramStart"/>
      <w:r>
        <w:t>all</w:t>
      </w:r>
      <w:proofErr w:type="gramEnd"/>
      <w:r>
        <w:t xml:space="preserve"> us. And let me tell, we </w:t>
      </w:r>
      <w:proofErr w:type="gramStart"/>
      <w:r>
        <w:t>wouldn't</w:t>
      </w:r>
      <w:proofErr w:type="gramEnd"/>
      <w:r>
        <w:t xml:space="preserve"> love our people if we didn't do that. How can we say we love our people, and we know what life is, and we have life, and then we will still let them be cowered by this cultural environment, be intimidated by the false cultural environment, and let them go to hell while </w:t>
      </w:r>
      <w:proofErr w:type="gramStart"/>
      <w:r>
        <w:t>we're</w:t>
      </w:r>
      <w:proofErr w:type="gramEnd"/>
      <w:r>
        <w:t xml:space="preserve"> looking at them with our eyes, no. If we can beat them for disobeying Mama in the house, we should beat them for obeying a devil in the world.</w:t>
      </w:r>
    </w:p>
    <w:p w14:paraId="61BFD7F7" w14:textId="77777777" w:rsidR="004F6829" w:rsidRDefault="004F6829" w:rsidP="004F6829">
      <w:r>
        <w:t>[applause]</w:t>
      </w:r>
    </w:p>
    <w:p w14:paraId="2ED2FA6B" w14:textId="77777777" w:rsidR="004F6829" w:rsidRDefault="004F6829" w:rsidP="004F6829">
      <w:r>
        <w:t>1:54:34.4 IWDM: Now I respect intelligent people, if I meet with intelligent people, I respect intelligent people. But a defiant, crazy old defiant person, see the light and still defy you, we should make some examples out of a few of them.</w:t>
      </w:r>
    </w:p>
    <w:p w14:paraId="4745A000" w14:textId="77777777" w:rsidR="004F6829" w:rsidRDefault="004F6829" w:rsidP="004F6829">
      <w:r>
        <w:t>[applause]</w:t>
      </w:r>
    </w:p>
    <w:p w14:paraId="143FFA20" w14:textId="77777777" w:rsidR="004F6829" w:rsidRDefault="004F6829" w:rsidP="004F6829">
      <w:r>
        <w:t>1:54:48.5 IWDM: That's right. Let the man find some of them hanging from a lamp post. And say, "No Klan man did this, this is Muslim justice."</w:t>
      </w:r>
    </w:p>
    <w:p w14:paraId="31C55C1A" w14:textId="77777777" w:rsidR="004F6829" w:rsidRDefault="004F6829" w:rsidP="004F6829">
      <w:r>
        <w:t>[applause]</w:t>
      </w:r>
    </w:p>
    <w:p w14:paraId="44301B25" w14:textId="756B55BE" w:rsidR="006F0309" w:rsidRPr="007E7A5E" w:rsidRDefault="004F6829" w:rsidP="004F6829">
      <w:r>
        <w:t xml:space="preserve">1:55:00.0 IWDM: That's right. </w:t>
      </w:r>
      <w:proofErr w:type="gramStart"/>
      <w:r>
        <w:t>That's</w:t>
      </w:r>
      <w:proofErr w:type="gramEnd"/>
      <w:r>
        <w:t xml:space="preserve"> right. Let the man, come out in the morning, patrolling our </w:t>
      </w:r>
      <w:proofErr w:type="gramStart"/>
      <w:r>
        <w:t>neighborhoods</w:t>
      </w:r>
      <w:proofErr w:type="gramEnd"/>
      <w:r>
        <w:t xml:space="preserve"> and let him find the old Uncle Tom cheap minded beast, that won't come to his salvation. Let them find him stringing from a tree or lamp post or something, and a big sign on him, "Didn't </w:t>
      </w:r>
      <w:proofErr w:type="spellStart"/>
      <w:r>
        <w:t>no</w:t>
      </w:r>
      <w:proofErr w:type="spellEnd"/>
      <w:r>
        <w:t xml:space="preserve"> Klan do this, a Muslim did this. This is Muslim justice."</w:t>
      </w:r>
    </w:p>
    <w:sectPr w:rsidR="006F0309" w:rsidRPr="007E7A5E" w:rsidSect="00580B1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815FF" w14:textId="77777777" w:rsidR="000B5AD4" w:rsidRDefault="000B5AD4" w:rsidP="007E7A5E">
      <w:r>
        <w:separator/>
      </w:r>
    </w:p>
  </w:endnote>
  <w:endnote w:type="continuationSeparator" w:id="0">
    <w:p w14:paraId="63EE5338" w14:textId="77777777" w:rsidR="000B5AD4" w:rsidRDefault="000B5AD4" w:rsidP="007E7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8052683"/>
      <w:docPartObj>
        <w:docPartGallery w:val="Page Numbers (Bottom of Page)"/>
        <w:docPartUnique/>
      </w:docPartObj>
    </w:sdtPr>
    <w:sdtEndPr/>
    <w:sdtContent>
      <w:p w14:paraId="78B1F18E" w14:textId="77777777" w:rsidR="004F6829" w:rsidRDefault="005D7DE4" w:rsidP="00593ECC">
        <w:pPr>
          <w:pStyle w:val="Footer"/>
          <w:jc w:val="center"/>
        </w:pPr>
        <w:r>
          <w:fldChar w:fldCharType="begin"/>
        </w:r>
        <w:r>
          <w:instrText xml:space="preserve"> PAGE   \* MERGEFORMAT </w:instrText>
        </w:r>
        <w:r>
          <w:fldChar w:fldCharType="separate"/>
        </w:r>
        <w:r w:rsidR="00E002CB">
          <w:rPr>
            <w:noProof/>
          </w:rPr>
          <w:t>1</w:t>
        </w:r>
        <w:r>
          <w:rPr>
            <w:noProof/>
          </w:rPr>
          <w:fldChar w:fldCharType="end"/>
        </w:r>
      </w:p>
    </w:sdtContent>
  </w:sdt>
  <w:p w14:paraId="011BCAC7" w14:textId="24054197" w:rsidR="008C6AF0" w:rsidRDefault="008C6AF0" w:rsidP="007E7A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C2B7E" w14:textId="77777777" w:rsidR="000B5AD4" w:rsidRDefault="000B5AD4" w:rsidP="007E7A5E">
      <w:r>
        <w:separator/>
      </w:r>
    </w:p>
  </w:footnote>
  <w:footnote w:type="continuationSeparator" w:id="0">
    <w:p w14:paraId="39AE80D3" w14:textId="77777777" w:rsidR="000B5AD4" w:rsidRDefault="000B5AD4" w:rsidP="007E7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tTQ2MTE2szAxsDA2MTNR0lEKTi0uzszPAykwqQUAIklB2SwAAAA="/>
  </w:docVars>
  <w:rsids>
    <w:rsidRoot w:val="004F6829"/>
    <w:rsid w:val="00037705"/>
    <w:rsid w:val="0006009B"/>
    <w:rsid w:val="00063736"/>
    <w:rsid w:val="00065192"/>
    <w:rsid w:val="00094E84"/>
    <w:rsid w:val="000B5AD4"/>
    <w:rsid w:val="000E15E1"/>
    <w:rsid w:val="000E388A"/>
    <w:rsid w:val="000E4EE2"/>
    <w:rsid w:val="000F7FF4"/>
    <w:rsid w:val="001246A7"/>
    <w:rsid w:val="001262EF"/>
    <w:rsid w:val="00147DCB"/>
    <w:rsid w:val="001759E0"/>
    <w:rsid w:val="00180030"/>
    <w:rsid w:val="0019170F"/>
    <w:rsid w:val="001B0C0B"/>
    <w:rsid w:val="001D3E2E"/>
    <w:rsid w:val="002023FD"/>
    <w:rsid w:val="002123C3"/>
    <w:rsid w:val="00215703"/>
    <w:rsid w:val="00241BA0"/>
    <w:rsid w:val="002424E0"/>
    <w:rsid w:val="002426D5"/>
    <w:rsid w:val="002C4B57"/>
    <w:rsid w:val="002C6085"/>
    <w:rsid w:val="002E778F"/>
    <w:rsid w:val="002F75B5"/>
    <w:rsid w:val="00316DE4"/>
    <w:rsid w:val="003209D6"/>
    <w:rsid w:val="003345CC"/>
    <w:rsid w:val="00356736"/>
    <w:rsid w:val="00387E71"/>
    <w:rsid w:val="00391AEA"/>
    <w:rsid w:val="003B06C0"/>
    <w:rsid w:val="003C0C02"/>
    <w:rsid w:val="003E51A6"/>
    <w:rsid w:val="003F5010"/>
    <w:rsid w:val="0040519E"/>
    <w:rsid w:val="0040654C"/>
    <w:rsid w:val="004239EA"/>
    <w:rsid w:val="00436946"/>
    <w:rsid w:val="004711A0"/>
    <w:rsid w:val="00492904"/>
    <w:rsid w:val="004B590D"/>
    <w:rsid w:val="004E2967"/>
    <w:rsid w:val="004F3FD9"/>
    <w:rsid w:val="004F6829"/>
    <w:rsid w:val="00527231"/>
    <w:rsid w:val="00550FC7"/>
    <w:rsid w:val="0056659F"/>
    <w:rsid w:val="00580B11"/>
    <w:rsid w:val="00582150"/>
    <w:rsid w:val="00587360"/>
    <w:rsid w:val="00593ECC"/>
    <w:rsid w:val="0059657C"/>
    <w:rsid w:val="005D7DE4"/>
    <w:rsid w:val="006B2459"/>
    <w:rsid w:val="006F0309"/>
    <w:rsid w:val="0071039E"/>
    <w:rsid w:val="00733248"/>
    <w:rsid w:val="007379C4"/>
    <w:rsid w:val="00765B71"/>
    <w:rsid w:val="00790E8A"/>
    <w:rsid w:val="00791ABC"/>
    <w:rsid w:val="007A0EC2"/>
    <w:rsid w:val="007B5335"/>
    <w:rsid w:val="007E7A5E"/>
    <w:rsid w:val="008025F9"/>
    <w:rsid w:val="00814A45"/>
    <w:rsid w:val="00843D6C"/>
    <w:rsid w:val="00845866"/>
    <w:rsid w:val="0089246B"/>
    <w:rsid w:val="00896E9D"/>
    <w:rsid w:val="008A0DB0"/>
    <w:rsid w:val="008C5A94"/>
    <w:rsid w:val="008C6AF0"/>
    <w:rsid w:val="008D7CDD"/>
    <w:rsid w:val="008F18D9"/>
    <w:rsid w:val="008F7A45"/>
    <w:rsid w:val="00923282"/>
    <w:rsid w:val="00931AA4"/>
    <w:rsid w:val="009735D4"/>
    <w:rsid w:val="00981ED3"/>
    <w:rsid w:val="00997D64"/>
    <w:rsid w:val="009E587D"/>
    <w:rsid w:val="00A13C0A"/>
    <w:rsid w:val="00A16B31"/>
    <w:rsid w:val="00A24C8C"/>
    <w:rsid w:val="00A307FB"/>
    <w:rsid w:val="00A62034"/>
    <w:rsid w:val="00A96FDF"/>
    <w:rsid w:val="00AB3617"/>
    <w:rsid w:val="00AC527F"/>
    <w:rsid w:val="00AD0DE0"/>
    <w:rsid w:val="00AE49A2"/>
    <w:rsid w:val="00AE59B8"/>
    <w:rsid w:val="00B04C40"/>
    <w:rsid w:val="00BD4376"/>
    <w:rsid w:val="00BE5948"/>
    <w:rsid w:val="00C1422E"/>
    <w:rsid w:val="00C874AA"/>
    <w:rsid w:val="00CA3704"/>
    <w:rsid w:val="00CB4FC7"/>
    <w:rsid w:val="00CC4D2F"/>
    <w:rsid w:val="00CC7B6B"/>
    <w:rsid w:val="00D013B8"/>
    <w:rsid w:val="00D25C40"/>
    <w:rsid w:val="00D303B6"/>
    <w:rsid w:val="00D41377"/>
    <w:rsid w:val="00D41F73"/>
    <w:rsid w:val="00D91DA3"/>
    <w:rsid w:val="00DA7E0D"/>
    <w:rsid w:val="00DC4C06"/>
    <w:rsid w:val="00DC4E9C"/>
    <w:rsid w:val="00DD17DD"/>
    <w:rsid w:val="00E002CB"/>
    <w:rsid w:val="00EC3BDC"/>
    <w:rsid w:val="00EE676D"/>
    <w:rsid w:val="00F43E58"/>
    <w:rsid w:val="00F6570F"/>
    <w:rsid w:val="00FD14D1"/>
    <w:rsid w:val="00FE3D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EAAA7"/>
  <w15:docId w15:val="{6228507D-ABD1-496E-80A7-B43A7CFB1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88A"/>
    <w:pPr>
      <w:jc w:val="both"/>
    </w:pPr>
    <w:rPr>
      <w:rFonts w:cs="Times New Roman"/>
      <w:sz w:val="24"/>
    </w:rPr>
  </w:style>
  <w:style w:type="paragraph" w:styleId="Heading1">
    <w:name w:val="heading 1"/>
    <w:basedOn w:val="Title"/>
    <w:next w:val="Normal"/>
    <w:link w:val="Heading1Char"/>
    <w:uiPriority w:val="9"/>
    <w:qFormat/>
    <w:rsid w:val="007E7A5E"/>
    <w:pPr>
      <w:jc w:val="center"/>
      <w:outlineLvl w:val="0"/>
    </w:pPr>
  </w:style>
  <w:style w:type="paragraph" w:styleId="Heading2">
    <w:name w:val="heading 2"/>
    <w:basedOn w:val="Normal"/>
    <w:next w:val="Normal"/>
    <w:link w:val="Heading2Char"/>
    <w:uiPriority w:val="9"/>
    <w:unhideWhenUsed/>
    <w:qFormat/>
    <w:rsid w:val="007E7A5E"/>
    <w:pPr>
      <w:jc w:val="center"/>
      <w:outlineLvl w:val="1"/>
    </w:pPr>
    <w:rPr>
      <w:rFonts w:ascii="Arial Black" w:hAnsi="Arial Black"/>
      <w:sz w:val="48"/>
      <w:szCs w:val="48"/>
    </w:rPr>
  </w:style>
  <w:style w:type="paragraph" w:styleId="Heading3">
    <w:name w:val="heading 3"/>
    <w:basedOn w:val="Heading2"/>
    <w:next w:val="Normal"/>
    <w:link w:val="Heading3Char"/>
    <w:uiPriority w:val="9"/>
    <w:unhideWhenUsed/>
    <w:qFormat/>
    <w:rsid w:val="007E7A5E"/>
    <w:pPr>
      <w:outlineLvl w:val="2"/>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142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422E"/>
  </w:style>
  <w:style w:type="paragraph" w:styleId="Footer">
    <w:name w:val="footer"/>
    <w:basedOn w:val="Normal"/>
    <w:link w:val="FooterChar"/>
    <w:uiPriority w:val="99"/>
    <w:unhideWhenUsed/>
    <w:rsid w:val="00C14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22E"/>
  </w:style>
  <w:style w:type="paragraph" w:styleId="Title">
    <w:name w:val="Title"/>
    <w:basedOn w:val="Normal"/>
    <w:next w:val="Normal"/>
    <w:link w:val="TitleChar"/>
    <w:uiPriority w:val="10"/>
    <w:qFormat/>
    <w:rsid w:val="003345C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345C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E7A5E"/>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7E7A5E"/>
    <w:rPr>
      <w:rFonts w:ascii="Arial Black" w:hAnsi="Arial Black"/>
      <w:sz w:val="48"/>
      <w:szCs w:val="48"/>
    </w:rPr>
  </w:style>
  <w:style w:type="character" w:customStyle="1" w:styleId="Heading3Char">
    <w:name w:val="Heading 3 Char"/>
    <w:basedOn w:val="DefaultParagraphFont"/>
    <w:link w:val="Heading3"/>
    <w:uiPriority w:val="9"/>
    <w:rsid w:val="007E7A5E"/>
    <w:rPr>
      <w:rFonts w:ascii="Arial Black" w:hAnsi="Arial Black"/>
      <w:sz w:val="2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qdah\Documents\Custom%20Office%20Templates\IWDM%20Study%20Library%20Transcripts%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IWDM Study Library Transcripts Template 2.dotx</Template>
  <TotalTime>4</TotalTime>
  <Pages>23</Pages>
  <Words>10400</Words>
  <Characters>51481</Characters>
  <Application>Microsoft Office Word</Application>
  <DocSecurity>0</DocSecurity>
  <Lines>1430</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Mubaashir Uqdah</dc:creator>
  <cp:lastModifiedBy>Mubaashir Uqdah</cp:lastModifiedBy>
  <cp:revision>1</cp:revision>
  <dcterms:created xsi:type="dcterms:W3CDTF">2021-05-21T03:00:00Z</dcterms:created>
  <dcterms:modified xsi:type="dcterms:W3CDTF">2021-05-21T03:04:00Z</dcterms:modified>
</cp:coreProperties>
</file>